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67E" w:rsidRDefault="003E3666" w:rsidP="0051267E">
      <w:pPr>
        <w:ind w:right="1133"/>
        <w:rPr>
          <w:rFonts w:ascii="Arial Narrow" w:hAnsi="Arial Narrow"/>
          <w:b/>
          <w:sz w:val="44"/>
          <w:szCs w:val="44"/>
        </w:rPr>
      </w:pPr>
      <w:r>
        <w:rPr>
          <w:rFonts w:ascii="Arial Narrow" w:hAnsi="Arial Narrow"/>
          <w:b/>
          <w:sz w:val="44"/>
          <w:szCs w:val="44"/>
        </w:rPr>
        <w:t>Marcus Nolte</w:t>
      </w:r>
      <w:r w:rsidR="00E37F70">
        <w:rPr>
          <w:rFonts w:ascii="Arial Narrow" w:hAnsi="Arial Narrow"/>
          <w:b/>
          <w:sz w:val="44"/>
          <w:szCs w:val="44"/>
        </w:rPr>
        <w:t xml:space="preserve"> </w:t>
      </w:r>
      <w:r w:rsidR="0051267E" w:rsidRPr="0051267E">
        <w:rPr>
          <w:rFonts w:ascii="Arial Narrow" w:hAnsi="Arial Narrow"/>
          <w:b/>
          <w:sz w:val="44"/>
          <w:szCs w:val="44"/>
        </w:rPr>
        <w:t xml:space="preserve">neuer Verkaufsberater </w:t>
      </w:r>
    </w:p>
    <w:p w:rsidR="00936279" w:rsidRPr="0051267E" w:rsidRDefault="007F06F2" w:rsidP="0051267E">
      <w:pPr>
        <w:ind w:right="1133"/>
        <w:rPr>
          <w:rFonts w:ascii="Arial Narrow" w:hAnsi="Arial Narrow"/>
          <w:b/>
          <w:sz w:val="44"/>
          <w:szCs w:val="44"/>
        </w:rPr>
      </w:pPr>
      <w:r>
        <w:rPr>
          <w:rFonts w:ascii="Arial Narrow" w:hAnsi="Arial Narrow"/>
          <w:b/>
          <w:sz w:val="44"/>
          <w:szCs w:val="44"/>
        </w:rPr>
        <w:t>im Wolf</w:t>
      </w:r>
      <w:r w:rsidR="0051267E" w:rsidRPr="0051267E">
        <w:rPr>
          <w:rFonts w:ascii="Arial Narrow" w:hAnsi="Arial Narrow"/>
          <w:b/>
          <w:sz w:val="44"/>
          <w:szCs w:val="44"/>
        </w:rPr>
        <w:t xml:space="preserve"> Verkaufsbüro </w:t>
      </w:r>
      <w:r w:rsidR="003E3666">
        <w:rPr>
          <w:rFonts w:ascii="Arial Narrow" w:hAnsi="Arial Narrow"/>
          <w:b/>
          <w:sz w:val="44"/>
          <w:szCs w:val="44"/>
        </w:rPr>
        <w:t>Dortmund</w:t>
      </w:r>
    </w:p>
    <w:p w:rsidR="0051267E" w:rsidRDefault="0051267E" w:rsidP="00936279">
      <w:pPr>
        <w:pStyle w:val="Default"/>
        <w:ind w:right="2833"/>
      </w:pPr>
    </w:p>
    <w:p w:rsidR="0052007B" w:rsidRDefault="00E21493" w:rsidP="0052007B">
      <w:pPr>
        <w:pStyle w:val="Default"/>
        <w:ind w:right="2833"/>
      </w:pPr>
      <w:r>
        <w:t>September</w:t>
      </w:r>
      <w:r w:rsidR="00116AB4">
        <w:t xml:space="preserve"> 2018</w:t>
      </w:r>
      <w:r w:rsidR="000A5C3B">
        <w:t xml:space="preserve">. </w:t>
      </w:r>
      <w:r w:rsidR="007F06F2">
        <w:t>Wolf</w:t>
      </w:r>
      <w:r w:rsidR="0052007B">
        <w:t xml:space="preserve"> zählt zu den führenden Systemanbietern von Heizungs- und Klimasystemen und gemeinsam mit der Muttergesellschaft Centrotec Sustainable AG zu den führenden Komplettanbietern für Energiesparlösungen im Bereich der Gebäudetechnik.</w:t>
      </w:r>
    </w:p>
    <w:p w:rsidR="003A1CCB" w:rsidRDefault="0051267E" w:rsidP="0051267E">
      <w:pPr>
        <w:pStyle w:val="Default"/>
        <w:ind w:right="2833"/>
      </w:pPr>
      <w:r>
        <w:t>Im täglichen Einsatz das Markenversprechen „Voll auf mich e</w:t>
      </w:r>
      <w:r w:rsidR="007F06F2">
        <w:t>ingestellt</w:t>
      </w:r>
      <w:r w:rsidR="004A3E71">
        <w:t>“ einzulösen, erhält der Klimae</w:t>
      </w:r>
      <w:r w:rsidR="007F06F2">
        <w:t>xperte</w:t>
      </w:r>
      <w:r>
        <w:t xml:space="preserve"> weitere Verstärkung: </w:t>
      </w:r>
      <w:r w:rsidR="003E3666">
        <w:t>Marcus Nolte</w:t>
      </w:r>
      <w:r>
        <w:t xml:space="preserve"> wird neuer Verkaufsberater im W</w:t>
      </w:r>
      <w:r w:rsidR="007F06F2">
        <w:t>olf</w:t>
      </w:r>
      <w:r>
        <w:t xml:space="preserve"> Verkaufsbüro </w:t>
      </w:r>
      <w:r w:rsidR="003E3666">
        <w:t>Dortmund</w:t>
      </w:r>
      <w:r>
        <w:t xml:space="preserve">. </w:t>
      </w:r>
    </w:p>
    <w:p w:rsidR="003A1CCB" w:rsidRDefault="003A1CCB" w:rsidP="0051267E">
      <w:pPr>
        <w:pStyle w:val="Default"/>
        <w:ind w:right="2833"/>
      </w:pPr>
    </w:p>
    <w:p w:rsidR="007F06F2" w:rsidRPr="007F06F2" w:rsidRDefault="008E6396" w:rsidP="0052007B">
      <w:pPr>
        <w:pStyle w:val="Default"/>
        <w:ind w:right="2833"/>
        <w:rPr>
          <w:b/>
        </w:rPr>
      </w:pPr>
      <w:r>
        <w:rPr>
          <w:b/>
        </w:rPr>
        <w:t xml:space="preserve">Fachkraft </w:t>
      </w:r>
      <w:r w:rsidR="007F06F2" w:rsidRPr="007F06F2">
        <w:rPr>
          <w:b/>
        </w:rPr>
        <w:t>mit großem Erfahrungsschatz</w:t>
      </w:r>
    </w:p>
    <w:p w:rsidR="0052007B" w:rsidRDefault="00E37F70" w:rsidP="0052007B">
      <w:pPr>
        <w:pStyle w:val="Default"/>
        <w:ind w:right="2833"/>
      </w:pPr>
      <w:r>
        <w:t xml:space="preserve">Der </w:t>
      </w:r>
      <w:r w:rsidR="003E3666">
        <w:t>47</w:t>
      </w:r>
      <w:r>
        <w:t xml:space="preserve">-Jährige </w:t>
      </w:r>
      <w:r w:rsidR="009D0FF0">
        <w:t>machte</w:t>
      </w:r>
      <w:r w:rsidR="003E3666">
        <w:t xml:space="preserve"> zunächst </w:t>
      </w:r>
      <w:r w:rsidR="009D0FF0">
        <w:t xml:space="preserve">eine Ausbildung </w:t>
      </w:r>
      <w:r w:rsidR="003E3666">
        <w:t xml:space="preserve">zum Energieelektroniker und staatlich geprüften Elektrotechniker </w:t>
      </w:r>
      <w:r w:rsidR="009D0FF0">
        <w:t>mit</w:t>
      </w:r>
      <w:r w:rsidR="003E3666">
        <w:t xml:space="preserve"> Fachrichtung Anlagentechnik, bevor </w:t>
      </w:r>
      <w:r w:rsidR="00403D1C">
        <w:t xml:space="preserve">er </w:t>
      </w:r>
      <w:r w:rsidR="009D0FF0">
        <w:t>2007 seine</w:t>
      </w:r>
      <w:r w:rsidR="003E3666">
        <w:t xml:space="preserve"> Meister</w:t>
      </w:r>
      <w:r w:rsidR="009D0FF0">
        <w:t>prüfung</w:t>
      </w:r>
      <w:r w:rsidR="003E3666">
        <w:t xml:space="preserve"> im Installateur- un</w:t>
      </w:r>
      <w:bookmarkStart w:id="0" w:name="_GoBack"/>
      <w:bookmarkEnd w:id="0"/>
      <w:r w:rsidR="003E3666">
        <w:t>d Heizungsbauer-Handwerk vor der Handwerkskammer Dortmund</w:t>
      </w:r>
      <w:r w:rsidR="00E21493">
        <w:t xml:space="preserve"> ablegte. </w:t>
      </w:r>
      <w:r w:rsidR="003E3666">
        <w:t xml:space="preserve">Vor </w:t>
      </w:r>
      <w:r w:rsidR="00E21493">
        <w:t>der Leitung des f</w:t>
      </w:r>
      <w:r w:rsidR="003E3666">
        <w:t>amilieneigenen SHK-Betrieb</w:t>
      </w:r>
      <w:r w:rsidR="00E21493">
        <w:t>s</w:t>
      </w:r>
      <w:r w:rsidR="007F06F2">
        <w:t xml:space="preserve"> </w:t>
      </w:r>
      <w:r w:rsidR="003E3666">
        <w:t xml:space="preserve">arbeitete Marcus Nolte als </w:t>
      </w:r>
      <w:r w:rsidR="007F06F2">
        <w:t>Bauleiter bei der Firma</w:t>
      </w:r>
      <w:r w:rsidR="003E3666" w:rsidRPr="003E3666">
        <w:t xml:space="preserve"> Siemens Gebäudetechnik</w:t>
      </w:r>
      <w:r w:rsidR="003E3666">
        <w:t>.</w:t>
      </w:r>
      <w:r w:rsidR="007F06F2">
        <w:t xml:space="preserve"> </w:t>
      </w:r>
      <w:r w:rsidR="003E3666">
        <w:t xml:space="preserve">Im </w:t>
      </w:r>
      <w:r w:rsidR="000F7F1E">
        <w:t>Wolf</w:t>
      </w:r>
      <w:r w:rsidR="0052007B">
        <w:t xml:space="preserve">-Büro </w:t>
      </w:r>
      <w:r w:rsidR="003E3666">
        <w:t xml:space="preserve">Dortmund </w:t>
      </w:r>
      <w:r w:rsidR="0052007B">
        <w:t xml:space="preserve">unterstützt </w:t>
      </w:r>
      <w:r w:rsidR="00E21493">
        <w:t xml:space="preserve">Marcus </w:t>
      </w:r>
      <w:r w:rsidR="003E3666">
        <w:t>Nolte</w:t>
      </w:r>
      <w:r w:rsidR="0052007B">
        <w:t xml:space="preserve"> künf</w:t>
      </w:r>
      <w:r w:rsidR="000F7F1E">
        <w:t xml:space="preserve">tig den Bereich Heating Systems. Dort </w:t>
      </w:r>
      <w:r w:rsidR="0052007B">
        <w:t xml:space="preserve">zählt </w:t>
      </w:r>
      <w:r w:rsidR="000F7F1E">
        <w:t xml:space="preserve">er </w:t>
      </w:r>
      <w:r w:rsidR="0052007B">
        <w:t xml:space="preserve">neben der Kundenbetreuung </w:t>
      </w:r>
      <w:r w:rsidR="000F7F1E">
        <w:t>i</w:t>
      </w:r>
      <w:r w:rsidR="0052007B">
        <w:t>m Außendienst auch die Gewinnung von Neukunden zu seinen Hauptaufgaben.</w:t>
      </w:r>
    </w:p>
    <w:p w:rsidR="00E37F70" w:rsidRDefault="00E37F70" w:rsidP="0051267E">
      <w:pPr>
        <w:pStyle w:val="Default"/>
        <w:ind w:right="2833"/>
      </w:pPr>
    </w:p>
    <w:p w:rsidR="003A1CCB" w:rsidRDefault="003A1CCB" w:rsidP="00936279">
      <w:pPr>
        <w:pStyle w:val="Default"/>
        <w:ind w:right="2833"/>
        <w:rPr>
          <w:b/>
        </w:rPr>
      </w:pPr>
    </w:p>
    <w:p w:rsidR="00D87E7A" w:rsidRPr="001348B7" w:rsidRDefault="00D87E7A" w:rsidP="00D87E7A">
      <w:pPr>
        <w:pStyle w:val="Default"/>
        <w:outlineLvl w:val="0"/>
      </w:pPr>
      <w:r w:rsidRPr="001348B7">
        <w:rPr>
          <w:b/>
          <w:bCs/>
        </w:rPr>
        <w:t xml:space="preserve">Unternehmensprofil: </w:t>
      </w:r>
    </w:p>
    <w:p w:rsidR="0069132E" w:rsidRPr="001348B7" w:rsidRDefault="001348B7" w:rsidP="00403D1C">
      <w:pPr>
        <w:ind w:right="2833"/>
        <w:outlineLvl w:val="0"/>
        <w:rPr>
          <w:bCs w:val="0"/>
          <w:color w:val="000000"/>
        </w:rPr>
      </w:pPr>
      <w:r w:rsidRPr="001348B7">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1348B7">
        <w:rPr>
          <w:color w:val="000000"/>
        </w:rPr>
        <w:t>.</w:t>
      </w:r>
    </w:p>
    <w:p w:rsidR="0069132E" w:rsidRPr="00D142CE" w:rsidRDefault="0069132E" w:rsidP="0069132E">
      <w:pPr>
        <w:jc w:val="both"/>
        <w:outlineLvl w:val="0"/>
        <w:rPr>
          <w:bCs w:val="0"/>
          <w:color w:val="000000"/>
          <w:sz w:val="20"/>
          <w:szCs w:val="20"/>
        </w:rPr>
      </w:pPr>
    </w:p>
    <w:p w:rsidR="0069132E" w:rsidRPr="00426D91" w:rsidRDefault="0069132E" w:rsidP="0069132E">
      <w:pPr>
        <w:jc w:val="both"/>
        <w:outlineLvl w:val="0"/>
        <w:rPr>
          <w:b/>
          <w:bCs w:val="0"/>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rsidR="0069132E" w:rsidRPr="00426D91" w:rsidRDefault="001348B7" w:rsidP="0069132E">
      <w:pPr>
        <w:jc w:val="both"/>
        <w:outlineLvl w:val="0"/>
        <w:rPr>
          <w:bCs w:val="0"/>
          <w:color w:val="000000"/>
          <w:sz w:val="20"/>
          <w:szCs w:val="20"/>
        </w:rPr>
      </w:pPr>
      <w:r>
        <w:rPr>
          <w:color w:val="000000"/>
          <w:sz w:val="20"/>
          <w:szCs w:val="20"/>
        </w:rPr>
        <w:t>Wolf</w:t>
      </w:r>
      <w:r w:rsidR="0069132E" w:rsidRPr="00426D91">
        <w:rPr>
          <w:color w:val="000000"/>
          <w:sz w:val="20"/>
          <w:szCs w:val="20"/>
        </w:rPr>
        <w:t xml:space="preserve"> GmbH </w:t>
      </w:r>
    </w:p>
    <w:p w:rsidR="0069132E" w:rsidRPr="00426D91" w:rsidRDefault="0069132E" w:rsidP="0069132E">
      <w:pPr>
        <w:jc w:val="both"/>
        <w:rPr>
          <w:bCs w:val="0"/>
          <w:color w:val="000000"/>
          <w:sz w:val="20"/>
          <w:szCs w:val="20"/>
        </w:rPr>
      </w:pPr>
      <w:r w:rsidRPr="00426D91">
        <w:rPr>
          <w:color w:val="000000"/>
          <w:sz w:val="20"/>
          <w:szCs w:val="20"/>
        </w:rPr>
        <w:t>Industriestr.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4A3E71" w:rsidRDefault="0069132E" w:rsidP="0069132E">
      <w:pPr>
        <w:jc w:val="both"/>
        <w:rPr>
          <w:bCs w:val="0"/>
          <w:color w:val="000000"/>
          <w:sz w:val="20"/>
          <w:szCs w:val="20"/>
          <w:lang w:val="en-GB"/>
        </w:rPr>
      </w:pPr>
      <w:r w:rsidRPr="004A3E71">
        <w:rPr>
          <w:color w:val="000000"/>
          <w:sz w:val="20"/>
          <w:szCs w:val="20"/>
          <w:lang w:val="en-GB"/>
        </w:rPr>
        <w:t>Tel +49 8751 - 74 1575</w:t>
      </w:r>
    </w:p>
    <w:p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rsidR="007C0094" w:rsidRDefault="004A3E71">
      <w:pPr>
        <w:rPr>
          <w:rStyle w:val="Hyperlink"/>
          <w:sz w:val="20"/>
          <w:szCs w:val="20"/>
          <w:lang w:val="en-US"/>
        </w:rPr>
      </w:pPr>
      <w:hyperlink r:id="rId7" w:history="1">
        <w:r w:rsidR="0069132E" w:rsidRPr="00D67BC8">
          <w:rPr>
            <w:rStyle w:val="Hyperlink"/>
            <w:sz w:val="20"/>
            <w:szCs w:val="20"/>
            <w:lang w:val="en-US"/>
          </w:rPr>
          <w:t>gudrun.krausche@wolf.eu</w:t>
        </w:r>
      </w:hyperlink>
    </w:p>
    <w:p w:rsidR="0061619F" w:rsidRDefault="0061619F">
      <w:pPr>
        <w:rPr>
          <w:rStyle w:val="Hyperlink"/>
          <w:sz w:val="20"/>
          <w:szCs w:val="20"/>
          <w:lang w:val="en-US"/>
        </w:rPr>
      </w:pPr>
    </w:p>
    <w:p w:rsidR="0061619F" w:rsidRDefault="0061619F">
      <w:pPr>
        <w:rPr>
          <w:rStyle w:val="Hyperlink"/>
          <w:sz w:val="20"/>
          <w:szCs w:val="20"/>
          <w:lang w:val="en-US"/>
        </w:rPr>
      </w:pPr>
    </w:p>
    <w:p w:rsidR="0061619F" w:rsidRPr="004A3E71" w:rsidRDefault="0061619F" w:rsidP="0061619F">
      <w:pPr>
        <w:rPr>
          <w:rStyle w:val="Hyperlink"/>
          <w:b/>
          <w:color w:val="auto"/>
          <w:sz w:val="36"/>
          <w:szCs w:val="36"/>
          <w:u w:val="none"/>
        </w:rPr>
      </w:pPr>
      <w:r w:rsidRPr="004A3E71">
        <w:rPr>
          <w:rStyle w:val="Hyperlink"/>
          <w:b/>
          <w:color w:val="auto"/>
          <w:sz w:val="36"/>
          <w:szCs w:val="36"/>
          <w:u w:val="none"/>
        </w:rPr>
        <w:lastRenderedPageBreak/>
        <w:t>Bildbogen</w:t>
      </w:r>
    </w:p>
    <w:p w:rsidR="0061619F" w:rsidRPr="004A3E71" w:rsidRDefault="0061619F" w:rsidP="0061619F">
      <w:pPr>
        <w:rPr>
          <w:rStyle w:val="Hyperlink"/>
          <w:b/>
          <w:color w:val="auto"/>
          <w:sz w:val="32"/>
          <w:szCs w:val="32"/>
          <w:u w:val="none"/>
        </w:rPr>
      </w:pPr>
    </w:p>
    <w:p w:rsidR="0061619F" w:rsidRPr="004A3E71" w:rsidRDefault="0061619F" w:rsidP="0061619F">
      <w:pPr>
        <w:rPr>
          <w:rStyle w:val="Hyperlink"/>
          <w:b/>
          <w:color w:val="auto"/>
          <w:sz w:val="32"/>
          <w:szCs w:val="32"/>
          <w:u w:val="none"/>
        </w:rPr>
      </w:pPr>
      <w:r w:rsidRPr="004A3E71">
        <w:rPr>
          <w:rStyle w:val="Hyperlink"/>
          <w:b/>
          <w:color w:val="auto"/>
          <w:sz w:val="32"/>
          <w:szCs w:val="32"/>
          <w:u w:val="none"/>
        </w:rPr>
        <w:t xml:space="preserve">Marcus Nolte neuer Verkaufsberater </w:t>
      </w:r>
    </w:p>
    <w:p w:rsidR="0061619F" w:rsidRPr="004A3E71" w:rsidRDefault="001348B7" w:rsidP="0061619F">
      <w:pPr>
        <w:rPr>
          <w:rStyle w:val="Hyperlink"/>
          <w:b/>
          <w:color w:val="auto"/>
          <w:sz w:val="32"/>
          <w:szCs w:val="32"/>
          <w:u w:val="none"/>
        </w:rPr>
      </w:pPr>
      <w:r w:rsidRPr="004A3E71">
        <w:rPr>
          <w:rStyle w:val="Hyperlink"/>
          <w:b/>
          <w:color w:val="auto"/>
          <w:sz w:val="32"/>
          <w:szCs w:val="32"/>
          <w:u w:val="none"/>
        </w:rPr>
        <w:t>im Wolf</w:t>
      </w:r>
      <w:r w:rsidR="0061619F" w:rsidRPr="004A3E71">
        <w:rPr>
          <w:rStyle w:val="Hyperlink"/>
          <w:b/>
          <w:color w:val="auto"/>
          <w:sz w:val="32"/>
          <w:szCs w:val="32"/>
          <w:u w:val="none"/>
        </w:rPr>
        <w:t xml:space="preserve"> Verkaufsbüro Dortmund</w:t>
      </w:r>
    </w:p>
    <w:p w:rsidR="0061619F" w:rsidRPr="004A3E71" w:rsidRDefault="0061619F" w:rsidP="0061619F">
      <w:pPr>
        <w:rPr>
          <w:rStyle w:val="Hyperlink"/>
          <w:b/>
          <w:color w:val="auto"/>
          <w:sz w:val="32"/>
          <w:szCs w:val="32"/>
          <w:u w:val="none"/>
        </w:rPr>
      </w:pPr>
    </w:p>
    <w:p w:rsidR="0061619F" w:rsidRDefault="0061619F" w:rsidP="0061619F">
      <w:pPr>
        <w:rPr>
          <w:rStyle w:val="Hyperlink"/>
          <w:color w:val="auto"/>
          <w:sz w:val="32"/>
          <w:szCs w:val="32"/>
          <w:u w:val="none"/>
          <w:lang w:val="en-US"/>
        </w:rPr>
      </w:pPr>
      <w:r>
        <w:rPr>
          <w:rStyle w:val="Hyperlink"/>
          <w:color w:val="auto"/>
          <w:sz w:val="32"/>
          <w:szCs w:val="32"/>
          <w:u w:val="none"/>
          <w:lang w:val="en-US"/>
        </w:rPr>
        <w:t>Quelle: Wolf GmbH</w:t>
      </w:r>
    </w:p>
    <w:p w:rsidR="0061619F" w:rsidRDefault="0061619F" w:rsidP="0061619F">
      <w:pPr>
        <w:rPr>
          <w:rStyle w:val="Hyperlink"/>
          <w:color w:val="auto"/>
          <w:sz w:val="32"/>
          <w:szCs w:val="32"/>
          <w:u w:val="none"/>
          <w:lang w:val="en-US"/>
        </w:rPr>
      </w:pPr>
    </w:p>
    <w:p w:rsidR="0061619F" w:rsidRDefault="001C2408" w:rsidP="0061619F">
      <w:pPr>
        <w:rPr>
          <w:rStyle w:val="Hyperlink"/>
          <w:color w:val="auto"/>
          <w:sz w:val="32"/>
          <w:szCs w:val="32"/>
          <w:u w:val="none"/>
          <w:lang w:val="en-US"/>
        </w:rPr>
      </w:pPr>
      <w:r w:rsidRPr="0076010F">
        <w:rPr>
          <w:noProof/>
          <w:lang w:val="en-GB" w:eastAsia="en-GB"/>
        </w:rPr>
        <w:drawing>
          <wp:inline distT="0" distB="0" distL="0" distR="0">
            <wp:extent cx="2019300" cy="2990850"/>
            <wp:effectExtent l="0" t="0" r="0"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2990850"/>
                    </a:xfrm>
                    <a:prstGeom prst="rect">
                      <a:avLst/>
                    </a:prstGeom>
                    <a:noFill/>
                    <a:ln>
                      <a:noFill/>
                    </a:ln>
                  </pic:spPr>
                </pic:pic>
              </a:graphicData>
            </a:graphic>
          </wp:inline>
        </w:drawing>
      </w:r>
      <w:r w:rsidR="0061619F">
        <w:rPr>
          <w:rStyle w:val="Hyperlink"/>
          <w:color w:val="auto"/>
          <w:sz w:val="32"/>
          <w:szCs w:val="32"/>
          <w:u w:val="none"/>
          <w:lang w:val="en-US"/>
        </w:rPr>
        <w:br/>
      </w:r>
    </w:p>
    <w:p w:rsidR="0061619F" w:rsidRPr="004A3E71" w:rsidRDefault="0061619F">
      <w:r w:rsidRPr="004A3E71">
        <w:rPr>
          <w:rStyle w:val="Hyperlink"/>
          <w:b/>
          <w:color w:val="auto"/>
          <w:u w:val="none"/>
        </w:rPr>
        <w:t>BU:</w:t>
      </w:r>
      <w:r w:rsidR="000F7F1E" w:rsidRPr="004A3E71">
        <w:rPr>
          <w:rStyle w:val="Hyperlink"/>
          <w:color w:val="auto"/>
          <w:u w:val="none"/>
        </w:rPr>
        <w:t xml:space="preserve"> </w:t>
      </w:r>
      <w:r>
        <w:t>Marcus Nolte wird neuer Verkaufsberater im W</w:t>
      </w:r>
      <w:r w:rsidR="00E77750">
        <w:t>olf</w:t>
      </w:r>
      <w:r>
        <w:t xml:space="preserve"> Verkaufsbüro Dortmund</w:t>
      </w:r>
      <w:r w:rsidRPr="004A3E71">
        <w:rPr>
          <w:rStyle w:val="Hyperlink"/>
          <w:color w:val="auto"/>
          <w:u w:val="none"/>
        </w:rPr>
        <w:t>.</w:t>
      </w:r>
    </w:p>
    <w:sectPr w:rsidR="0061619F" w:rsidRPr="004A3E71" w:rsidSect="0069132E">
      <w:headerReference w:type="default" r:id="rId9"/>
      <w:footerReference w:type="even" r:id="rId10"/>
      <w:footerReference w:type="default" r:id="rId11"/>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35F" w:rsidRDefault="0036035F">
      <w:r>
        <w:separator/>
      </w:r>
    </w:p>
  </w:endnote>
  <w:endnote w:type="continuationSeparator" w:id="0">
    <w:p w:rsidR="0036035F" w:rsidRDefault="0036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ED5AD9">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ED5AD9">
      <w:rPr>
        <w:rStyle w:val="Seitenzahl"/>
        <w:sz w:val="16"/>
      </w:rPr>
      <w:instrText>PAGE</w:instrText>
    </w:r>
    <w:r>
      <w:rPr>
        <w:rStyle w:val="Seitenzahl"/>
        <w:sz w:val="16"/>
      </w:rPr>
      <w:instrText xml:space="preserve">  </w:instrText>
    </w:r>
    <w:r>
      <w:rPr>
        <w:rStyle w:val="Seitenzahl"/>
        <w:sz w:val="16"/>
      </w:rPr>
      <w:fldChar w:fldCharType="separate"/>
    </w:r>
    <w:r w:rsidR="004A3E71">
      <w:rPr>
        <w:rStyle w:val="Seitenzahl"/>
        <w:noProof/>
        <w:sz w:val="16"/>
      </w:rPr>
      <w:t>2</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35F" w:rsidRDefault="0036035F">
      <w:r>
        <w:separator/>
      </w:r>
    </w:p>
  </w:footnote>
  <w:footnote w:type="continuationSeparator" w:id="0">
    <w:p w:rsidR="0036035F" w:rsidRDefault="00360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1C2408">
    <w:pPr>
      <w:pStyle w:val="Kopfzeile"/>
      <w:tabs>
        <w:tab w:val="clear" w:pos="9072"/>
      </w:tabs>
      <w:ind w:right="-288"/>
    </w:pPr>
    <w:r>
      <w:rPr>
        <w:noProof/>
        <w:lang w:val="en-GB" w:eastAsia="en-GB"/>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1C2408">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F82DC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12EB"/>
    <w:rsid w:val="00032688"/>
    <w:rsid w:val="00037A42"/>
    <w:rsid w:val="0004379E"/>
    <w:rsid w:val="0004542E"/>
    <w:rsid w:val="0005378F"/>
    <w:rsid w:val="00057E1C"/>
    <w:rsid w:val="000A5C3B"/>
    <w:rsid w:val="000B2E2C"/>
    <w:rsid w:val="000C153F"/>
    <w:rsid w:val="000C6B11"/>
    <w:rsid w:val="000E159C"/>
    <w:rsid w:val="000F5484"/>
    <w:rsid w:val="000F7F1E"/>
    <w:rsid w:val="00116AB4"/>
    <w:rsid w:val="001343BF"/>
    <w:rsid w:val="001348B7"/>
    <w:rsid w:val="00161FB3"/>
    <w:rsid w:val="00170F99"/>
    <w:rsid w:val="00171757"/>
    <w:rsid w:val="0017678C"/>
    <w:rsid w:val="00190FFE"/>
    <w:rsid w:val="001C2408"/>
    <w:rsid w:val="001C35B6"/>
    <w:rsid w:val="001F725E"/>
    <w:rsid w:val="00233E88"/>
    <w:rsid w:val="0025295E"/>
    <w:rsid w:val="00275DFB"/>
    <w:rsid w:val="00293FAD"/>
    <w:rsid w:val="002A276B"/>
    <w:rsid w:val="002C3060"/>
    <w:rsid w:val="002E5EBF"/>
    <w:rsid w:val="002F24E7"/>
    <w:rsid w:val="00300C0B"/>
    <w:rsid w:val="0031353E"/>
    <w:rsid w:val="00323198"/>
    <w:rsid w:val="00323C55"/>
    <w:rsid w:val="00333131"/>
    <w:rsid w:val="00333A58"/>
    <w:rsid w:val="00342AC6"/>
    <w:rsid w:val="003451C8"/>
    <w:rsid w:val="0036035F"/>
    <w:rsid w:val="00370223"/>
    <w:rsid w:val="003A1CCB"/>
    <w:rsid w:val="003A3262"/>
    <w:rsid w:val="003A7EE0"/>
    <w:rsid w:val="003B77B7"/>
    <w:rsid w:val="003C7273"/>
    <w:rsid w:val="003D609C"/>
    <w:rsid w:val="003E3666"/>
    <w:rsid w:val="00403C00"/>
    <w:rsid w:val="00403D1C"/>
    <w:rsid w:val="004110D1"/>
    <w:rsid w:val="00442004"/>
    <w:rsid w:val="00474680"/>
    <w:rsid w:val="0047798B"/>
    <w:rsid w:val="004924EA"/>
    <w:rsid w:val="004A1ABD"/>
    <w:rsid w:val="004A3E71"/>
    <w:rsid w:val="004C4A64"/>
    <w:rsid w:val="0051267E"/>
    <w:rsid w:val="0052007B"/>
    <w:rsid w:val="00543E23"/>
    <w:rsid w:val="00545117"/>
    <w:rsid w:val="005463A2"/>
    <w:rsid w:val="00550DB7"/>
    <w:rsid w:val="00550E93"/>
    <w:rsid w:val="00570F49"/>
    <w:rsid w:val="0057117D"/>
    <w:rsid w:val="00582851"/>
    <w:rsid w:val="0059216E"/>
    <w:rsid w:val="00595AA3"/>
    <w:rsid w:val="005A6717"/>
    <w:rsid w:val="005B14D1"/>
    <w:rsid w:val="005B40C8"/>
    <w:rsid w:val="005C335D"/>
    <w:rsid w:val="005F28F5"/>
    <w:rsid w:val="005F7151"/>
    <w:rsid w:val="006110E4"/>
    <w:rsid w:val="0061619F"/>
    <w:rsid w:val="006509AE"/>
    <w:rsid w:val="00652FB8"/>
    <w:rsid w:val="00664C14"/>
    <w:rsid w:val="006778A5"/>
    <w:rsid w:val="0069132E"/>
    <w:rsid w:val="006936B7"/>
    <w:rsid w:val="006B7C0D"/>
    <w:rsid w:val="006D184D"/>
    <w:rsid w:val="006D2767"/>
    <w:rsid w:val="006D6AB6"/>
    <w:rsid w:val="0070046D"/>
    <w:rsid w:val="007404BA"/>
    <w:rsid w:val="00747F3D"/>
    <w:rsid w:val="007601E1"/>
    <w:rsid w:val="007620DC"/>
    <w:rsid w:val="0077230F"/>
    <w:rsid w:val="0077478C"/>
    <w:rsid w:val="007771BF"/>
    <w:rsid w:val="00793BF1"/>
    <w:rsid w:val="007A0ADE"/>
    <w:rsid w:val="007A5DC3"/>
    <w:rsid w:val="007A6148"/>
    <w:rsid w:val="007C0094"/>
    <w:rsid w:val="007C2310"/>
    <w:rsid w:val="007F06F2"/>
    <w:rsid w:val="008408A2"/>
    <w:rsid w:val="00841447"/>
    <w:rsid w:val="008442CA"/>
    <w:rsid w:val="00864BD6"/>
    <w:rsid w:val="0088436A"/>
    <w:rsid w:val="008A25CE"/>
    <w:rsid w:val="008D1895"/>
    <w:rsid w:val="008E50DC"/>
    <w:rsid w:val="008E6396"/>
    <w:rsid w:val="008F3BC5"/>
    <w:rsid w:val="0090663D"/>
    <w:rsid w:val="00913C94"/>
    <w:rsid w:val="00913DC2"/>
    <w:rsid w:val="00926997"/>
    <w:rsid w:val="0093366E"/>
    <w:rsid w:val="00936279"/>
    <w:rsid w:val="00936B48"/>
    <w:rsid w:val="00981092"/>
    <w:rsid w:val="009874EF"/>
    <w:rsid w:val="00987AF1"/>
    <w:rsid w:val="009919EC"/>
    <w:rsid w:val="009C3939"/>
    <w:rsid w:val="009D0CDC"/>
    <w:rsid w:val="009D0FF0"/>
    <w:rsid w:val="00A004BB"/>
    <w:rsid w:val="00A018E7"/>
    <w:rsid w:val="00A24EF3"/>
    <w:rsid w:val="00A37AD6"/>
    <w:rsid w:val="00A416A6"/>
    <w:rsid w:val="00A67E80"/>
    <w:rsid w:val="00A77E23"/>
    <w:rsid w:val="00AB2525"/>
    <w:rsid w:val="00AD50F5"/>
    <w:rsid w:val="00AD6286"/>
    <w:rsid w:val="00AF4CA2"/>
    <w:rsid w:val="00B060D2"/>
    <w:rsid w:val="00B117BE"/>
    <w:rsid w:val="00B13F14"/>
    <w:rsid w:val="00B203CA"/>
    <w:rsid w:val="00B222B0"/>
    <w:rsid w:val="00B54ACC"/>
    <w:rsid w:val="00B7507F"/>
    <w:rsid w:val="00B838AA"/>
    <w:rsid w:val="00B925EC"/>
    <w:rsid w:val="00BB4F63"/>
    <w:rsid w:val="00BE3628"/>
    <w:rsid w:val="00C040AB"/>
    <w:rsid w:val="00C1184D"/>
    <w:rsid w:val="00C15D3D"/>
    <w:rsid w:val="00C22CCD"/>
    <w:rsid w:val="00C31F48"/>
    <w:rsid w:val="00C52802"/>
    <w:rsid w:val="00C641A9"/>
    <w:rsid w:val="00CA56A9"/>
    <w:rsid w:val="00CB463B"/>
    <w:rsid w:val="00CB5FC7"/>
    <w:rsid w:val="00CC07F5"/>
    <w:rsid w:val="00CC69CF"/>
    <w:rsid w:val="00CD72DE"/>
    <w:rsid w:val="00D02724"/>
    <w:rsid w:val="00D10C89"/>
    <w:rsid w:val="00D116BD"/>
    <w:rsid w:val="00D11878"/>
    <w:rsid w:val="00D26339"/>
    <w:rsid w:val="00D51312"/>
    <w:rsid w:val="00D61EE1"/>
    <w:rsid w:val="00D87E7A"/>
    <w:rsid w:val="00DA2524"/>
    <w:rsid w:val="00DC0984"/>
    <w:rsid w:val="00DD05D3"/>
    <w:rsid w:val="00DE3F03"/>
    <w:rsid w:val="00E124D7"/>
    <w:rsid w:val="00E15511"/>
    <w:rsid w:val="00E21493"/>
    <w:rsid w:val="00E26686"/>
    <w:rsid w:val="00E30CAE"/>
    <w:rsid w:val="00E35D89"/>
    <w:rsid w:val="00E37F70"/>
    <w:rsid w:val="00E70008"/>
    <w:rsid w:val="00E77750"/>
    <w:rsid w:val="00E83890"/>
    <w:rsid w:val="00E9701E"/>
    <w:rsid w:val="00EA4D09"/>
    <w:rsid w:val="00EB70E7"/>
    <w:rsid w:val="00ED5AD9"/>
    <w:rsid w:val="00ED7CA9"/>
    <w:rsid w:val="00EF3069"/>
    <w:rsid w:val="00F02B2B"/>
    <w:rsid w:val="00F777B5"/>
    <w:rsid w:val="00FA6283"/>
    <w:rsid w:val="00FC1703"/>
    <w:rsid w:val="00FD3143"/>
    <w:rsid w:val="00FD48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6930C49-5416-4172-99DE-3EF0FCBA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MittlereListe2-Akzent21">
    <w:name w:val="Mittlere Liste 2 - Akzent 21"/>
    <w:hidden/>
    <w:uiPriority w:val="99"/>
    <w:semiHidden/>
    <w:rsid w:val="000E159C"/>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drun.krausche@wolf.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Eigene%20Dateien\Organisation\Basisformblatt\Basisform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Basisformblatt.dot</Template>
  <TotalTime>0</TotalTime>
  <Pages>2</Pages>
  <Words>307</Words>
  <Characters>2157</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2460</CharactersWithSpaces>
  <SharedDoc>false</SharedDoc>
  <HLinks>
    <vt:vector size="6" baseType="variant">
      <vt:variant>
        <vt:i4>8060958</vt:i4>
      </vt:variant>
      <vt:variant>
        <vt:i4>0</vt:i4>
      </vt:variant>
      <vt:variant>
        <vt:i4>0</vt:i4>
      </vt:variant>
      <vt:variant>
        <vt:i4>5</vt:i4>
      </vt:variant>
      <vt:variant>
        <vt:lpwstr>mailto:gudrun.krausche@wolf.eu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2018-07-04T11:32:00Z</cp:lastPrinted>
  <dcterms:created xsi:type="dcterms:W3CDTF">2018-09-28T07:00:00Z</dcterms:created>
  <dcterms:modified xsi:type="dcterms:W3CDTF">2018-09-28T07:00:00Z</dcterms:modified>
</cp:coreProperties>
</file>