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D9D" w:rsidRDefault="00F52D9D" w:rsidP="00E9163C">
      <w:pPr>
        <w:pStyle w:val="Default"/>
        <w:ind w:right="2833"/>
      </w:pPr>
      <w:r w:rsidRPr="00F52D9D">
        <w:rPr>
          <w:rFonts w:ascii="Arial Narrow" w:hAnsi="Arial Narrow"/>
          <w:b/>
          <w:bCs/>
          <w:color w:val="auto"/>
          <w:sz w:val="44"/>
          <w:szCs w:val="44"/>
        </w:rPr>
        <w:t xml:space="preserve">Ausbildungsstart bei Wolf – </w:t>
      </w:r>
      <w:r w:rsidR="00E73DB4">
        <w:rPr>
          <w:rFonts w:ascii="Arial Narrow" w:hAnsi="Arial Narrow"/>
          <w:b/>
          <w:bCs/>
          <w:color w:val="auto"/>
          <w:sz w:val="44"/>
          <w:szCs w:val="44"/>
        </w:rPr>
        <w:t xml:space="preserve">2018 starten </w:t>
      </w:r>
      <w:r w:rsidRPr="00F52D9D">
        <w:rPr>
          <w:rFonts w:ascii="Arial Narrow" w:hAnsi="Arial Narrow"/>
          <w:b/>
          <w:bCs/>
          <w:color w:val="auto"/>
          <w:sz w:val="44"/>
          <w:szCs w:val="44"/>
        </w:rPr>
        <w:t xml:space="preserve">30 </w:t>
      </w:r>
      <w:r w:rsidR="003944C0">
        <w:rPr>
          <w:rFonts w:ascii="Arial Narrow" w:hAnsi="Arial Narrow"/>
          <w:b/>
          <w:bCs/>
          <w:color w:val="auto"/>
          <w:sz w:val="44"/>
          <w:szCs w:val="44"/>
        </w:rPr>
        <w:t>Auszubildende</w:t>
      </w:r>
      <w:r w:rsidR="00E73DB4" w:rsidRPr="00F52D9D">
        <w:rPr>
          <w:rFonts w:ascii="Arial Narrow" w:hAnsi="Arial Narrow"/>
          <w:b/>
          <w:bCs/>
          <w:color w:val="auto"/>
          <w:sz w:val="44"/>
          <w:szCs w:val="44"/>
        </w:rPr>
        <w:t xml:space="preserve"> </w:t>
      </w:r>
      <w:r w:rsidR="00EC002B">
        <w:rPr>
          <w:rFonts w:ascii="Arial Narrow" w:hAnsi="Arial Narrow"/>
          <w:b/>
          <w:bCs/>
          <w:color w:val="auto"/>
          <w:sz w:val="44"/>
          <w:szCs w:val="44"/>
        </w:rPr>
        <w:t xml:space="preserve">in </w:t>
      </w:r>
      <w:r w:rsidR="00E73DB4">
        <w:rPr>
          <w:rFonts w:ascii="Arial Narrow" w:hAnsi="Arial Narrow"/>
          <w:b/>
          <w:bCs/>
          <w:color w:val="auto"/>
          <w:sz w:val="44"/>
          <w:szCs w:val="44"/>
        </w:rPr>
        <w:t>ihre berufliche Karriere</w:t>
      </w:r>
    </w:p>
    <w:p w:rsidR="00E73DB4" w:rsidRDefault="00E73DB4" w:rsidP="00E9163C">
      <w:pPr>
        <w:pStyle w:val="Default"/>
        <w:ind w:right="2833"/>
      </w:pPr>
    </w:p>
    <w:p w:rsidR="00B26C9E" w:rsidRDefault="00385B7E" w:rsidP="00F52D9D">
      <w:pPr>
        <w:pStyle w:val="Default"/>
        <w:ind w:right="2833"/>
      </w:pPr>
      <w:r>
        <w:t xml:space="preserve">September </w:t>
      </w:r>
      <w:r w:rsidR="00116AB4">
        <w:t>2018</w:t>
      </w:r>
      <w:r w:rsidR="000A5C3B">
        <w:t xml:space="preserve">. </w:t>
      </w:r>
      <w:r w:rsidR="00F52D9D">
        <w:t>September ist Ausbildungsstart – auch bei Wolf in Mainburg</w:t>
      </w:r>
      <w:r w:rsidR="00F2473E">
        <w:t xml:space="preserve">, </w:t>
      </w:r>
      <w:r w:rsidR="00F2473E" w:rsidRPr="00F2473E">
        <w:t>eine</w:t>
      </w:r>
      <w:r w:rsidR="0002090A">
        <w:t>m</w:t>
      </w:r>
      <w:r w:rsidR="00F2473E" w:rsidRPr="00F2473E">
        <w:t xml:space="preserve"> der größten Arbeitgeber im Landkreis</w:t>
      </w:r>
      <w:r w:rsidR="00F52D9D">
        <w:t xml:space="preserve">. </w:t>
      </w:r>
      <w:r w:rsidR="00F2473E">
        <w:t>D</w:t>
      </w:r>
      <w:r w:rsidR="00F52D9D">
        <w:t>iese</w:t>
      </w:r>
      <w:r w:rsidR="00F2473E">
        <w:t>s</w:t>
      </w:r>
      <w:r w:rsidR="00F52D9D">
        <w:t xml:space="preserve"> Jahr begrüßt das Unternehmen 30 neue Nachwuchskräfte. </w:t>
      </w:r>
      <w:r w:rsidR="00B26C9E" w:rsidRPr="00F2473E">
        <w:t>Insgesamt beschäftigt Wolf aktuell 80 Auszubildende in 14 verschiedenen Ausbildungsberufen</w:t>
      </w:r>
      <w:r w:rsidR="00B26C9E">
        <w:t>.</w:t>
      </w:r>
    </w:p>
    <w:p w:rsidR="00B26C9E" w:rsidRDefault="00B26C9E" w:rsidP="00F52D9D">
      <w:pPr>
        <w:pStyle w:val="Default"/>
        <w:ind w:right="2833"/>
      </w:pPr>
    </w:p>
    <w:p w:rsidR="00F52D9D" w:rsidRDefault="00F52D9D" w:rsidP="00F52D9D">
      <w:pPr>
        <w:pStyle w:val="Default"/>
        <w:ind w:right="2833"/>
      </w:pPr>
      <w:r w:rsidRPr="00180270">
        <w:t xml:space="preserve">In das neue Ausbildungsjahr starten </w:t>
      </w:r>
      <w:r w:rsidR="00385B7E" w:rsidRPr="00180270">
        <w:t xml:space="preserve">2 </w:t>
      </w:r>
      <w:r w:rsidRPr="00180270">
        <w:t xml:space="preserve">junge Frauen und </w:t>
      </w:r>
      <w:r w:rsidR="00385B7E" w:rsidRPr="00180270">
        <w:t xml:space="preserve">28 </w:t>
      </w:r>
      <w:r w:rsidRPr="00180270">
        <w:t>junge Männer. 27 der insgesamt 30</w:t>
      </w:r>
      <w:r>
        <w:t xml:space="preserve"> Auszubildenden erlernen einen gewerblich-technischen Beruf bei Wolf. So bildet das Unternehmen im neuen Lehrjahr acht </w:t>
      </w:r>
      <w:r w:rsidR="003E6234">
        <w:t>neu</w:t>
      </w:r>
      <w:r w:rsidR="000B32A7">
        <w:t>e</w:t>
      </w:r>
      <w:r w:rsidR="003E6234">
        <w:t xml:space="preserve"> </w:t>
      </w:r>
      <w:r>
        <w:t>Fertigungsmechaniker, sieben Elektroanlagenmonteure, drei Maschinen- und Anlagenführer, drei Mechatroniker für Kältetechnik, drei Elektroniker für Betriebstechnik, zwei Industriemechaniker und eine Fachkraft für Lagerlogistik aus. Hinzu</w:t>
      </w:r>
      <w:r w:rsidR="00776E83">
        <w:t xml:space="preserve"> </w:t>
      </w:r>
      <w:r>
        <w:t>kommen drei Auszubildende</w:t>
      </w:r>
      <w:r w:rsidR="003E6234">
        <w:t xml:space="preserve"> mit einer kaufmännischen Lehre -</w:t>
      </w:r>
      <w:r>
        <w:t xml:space="preserve"> zwei Industriekaufleute und ein Fremdsprachen</w:t>
      </w:r>
      <w:r w:rsidR="00F2473E">
        <w:t>-</w:t>
      </w:r>
      <w:r>
        <w:t>Industriekaufmann.</w:t>
      </w:r>
      <w:r w:rsidR="00F2473E">
        <w:t xml:space="preserve"> </w:t>
      </w:r>
    </w:p>
    <w:p w:rsidR="00F52D9D" w:rsidRDefault="00F52D9D" w:rsidP="00F52D9D">
      <w:pPr>
        <w:pStyle w:val="Default"/>
        <w:ind w:right="2833"/>
      </w:pPr>
    </w:p>
    <w:p w:rsidR="00F2473E" w:rsidRPr="00C92FBB" w:rsidRDefault="007C0DEA" w:rsidP="00F52D9D">
      <w:pPr>
        <w:pStyle w:val="Default"/>
        <w:ind w:right="2833"/>
        <w:rPr>
          <w:b/>
        </w:rPr>
      </w:pPr>
      <w:r w:rsidRPr="00C92FBB">
        <w:rPr>
          <w:b/>
        </w:rPr>
        <w:t>Fokus auf eigene Nachwuchsausbildung</w:t>
      </w:r>
    </w:p>
    <w:p w:rsidR="00F52D9D" w:rsidRDefault="006B2A50" w:rsidP="00F52D9D">
      <w:pPr>
        <w:pStyle w:val="Default"/>
        <w:ind w:right="2833"/>
      </w:pPr>
      <w:r>
        <w:t xml:space="preserve">Dr. Thomas Kneip (Vorsitzender der Geschäftsführung), </w:t>
      </w:r>
      <w:r w:rsidR="00F2473E" w:rsidRPr="00F2473E">
        <w:t>Darka Marqu</w:t>
      </w:r>
      <w:r w:rsidR="00F2473E">
        <w:t xml:space="preserve">ardt (Group HR </w:t>
      </w:r>
      <w:proofErr w:type="spellStart"/>
      <w:r w:rsidR="00F2473E">
        <w:t>Director</w:t>
      </w:r>
      <w:proofErr w:type="spellEnd"/>
      <w:r w:rsidR="00F2473E">
        <w:t>) und das</w:t>
      </w:r>
      <w:r w:rsidR="00F2473E" w:rsidRPr="00F2473E">
        <w:t xml:space="preserve"> Wolf-Ausbilderteam mit Verena Israel, Herbert Frauenholz und Anton Peter </w:t>
      </w:r>
      <w:r w:rsidR="00F2473E">
        <w:t>b</w:t>
      </w:r>
      <w:r w:rsidR="00F52D9D">
        <w:t>egrüßt</w:t>
      </w:r>
      <w:r w:rsidR="00A03D46">
        <w:t>en</w:t>
      </w:r>
      <w:r w:rsidR="00F52D9D">
        <w:t xml:space="preserve"> die Nachwuchskräfte an ihrem ersten Ausbildungstag</w:t>
      </w:r>
      <w:r w:rsidR="00B436E5">
        <w:t>.</w:t>
      </w:r>
      <w:r w:rsidR="00B94A81">
        <w:t xml:space="preserve"> </w:t>
      </w:r>
      <w:r w:rsidR="00F52D9D">
        <w:t xml:space="preserve">„Ich freue mich, Sie heute </w:t>
      </w:r>
      <w:r w:rsidR="003E6234">
        <w:t>bei Wolf</w:t>
      </w:r>
      <w:r w:rsidR="00F52D9D">
        <w:t xml:space="preserve"> willkommen heißen zu dürfen und wünsche Ihnen einen </w:t>
      </w:r>
      <w:r w:rsidR="003E6234">
        <w:t>gelungenen</w:t>
      </w:r>
      <w:r w:rsidR="00F52D9D">
        <w:t xml:space="preserve"> Start in Ihr Berufsleben“, so </w:t>
      </w:r>
      <w:r w:rsidR="00B94A81" w:rsidRPr="00B94A81">
        <w:t>Marquardt</w:t>
      </w:r>
      <w:r w:rsidR="00F52D9D">
        <w:t xml:space="preserve">. „Als international agierendes Unternehmen legen wir großen Wert auf eine solide Ausbildung junger und engagierter Menschen zu qualifizierten und langjährigen Mitarbeitern. Das ist eines der entscheidenden Erfolgsgeheimnisse unseres Unternehmens“, bekräftigte </w:t>
      </w:r>
      <w:r w:rsidR="00B94A81" w:rsidRPr="00B94A81">
        <w:t xml:space="preserve">Marquardt </w:t>
      </w:r>
      <w:r w:rsidR="00F52D9D">
        <w:t>beim Einstand der Auszubildenden. „Mit jedem Ausbildungsplatz investieren wir auch in die Zukunft unseres Unternehmens.“</w:t>
      </w:r>
    </w:p>
    <w:p w:rsidR="00C92FBB" w:rsidRDefault="00C92FBB" w:rsidP="00F52D9D">
      <w:pPr>
        <w:pStyle w:val="Default"/>
        <w:ind w:right="2833"/>
      </w:pPr>
    </w:p>
    <w:p w:rsidR="00F2473E" w:rsidRPr="00C92FBB" w:rsidRDefault="007C0DEA" w:rsidP="00F52D9D">
      <w:pPr>
        <w:pStyle w:val="Default"/>
        <w:ind w:right="2833"/>
        <w:rPr>
          <w:b/>
        </w:rPr>
      </w:pPr>
      <w:proofErr w:type="spellStart"/>
      <w:r w:rsidRPr="00C92FBB">
        <w:rPr>
          <w:b/>
        </w:rPr>
        <w:t>Potentiellen</w:t>
      </w:r>
      <w:proofErr w:type="spellEnd"/>
      <w:r w:rsidRPr="00C92FBB">
        <w:rPr>
          <w:b/>
        </w:rPr>
        <w:t xml:space="preserve"> Arbeitgeber </w:t>
      </w:r>
      <w:r w:rsidR="00C92FBB">
        <w:rPr>
          <w:b/>
        </w:rPr>
        <w:t xml:space="preserve">vorab </w:t>
      </w:r>
      <w:r w:rsidRPr="00C92FBB">
        <w:rPr>
          <w:b/>
        </w:rPr>
        <w:t>kennenlernen</w:t>
      </w:r>
    </w:p>
    <w:p w:rsidR="00B26C9E" w:rsidRDefault="00B26C9E" w:rsidP="00B26C9E">
      <w:pPr>
        <w:pStyle w:val="Default"/>
        <w:ind w:right="2833"/>
      </w:pPr>
      <w:r>
        <w:lastRenderedPageBreak/>
        <w:t xml:space="preserve">Seit Jahrzehnten zählt Wolf nicht nur zu den größten Arbeitgebern, sondern auch quantitativ und qualitativ zu den Spitzenausbildungsbetrieben der gesamten Region. Die Bandbreite der Ausbildungsberufe reicht vom Industrie- oder Fertigungsmechaniker über den Mechatroniker für Kältetechnik bis zum Industriekaufmann oder technischen Produktdesigner. </w:t>
      </w:r>
    </w:p>
    <w:p w:rsidR="00B26C9E" w:rsidRDefault="00B26C9E" w:rsidP="00F2473E">
      <w:pPr>
        <w:pStyle w:val="Default"/>
        <w:ind w:right="2833"/>
      </w:pPr>
    </w:p>
    <w:p w:rsidR="00F2473E" w:rsidRDefault="00F2473E" w:rsidP="00F2473E">
      <w:pPr>
        <w:pStyle w:val="Default"/>
        <w:ind w:right="2833"/>
      </w:pPr>
      <w:r>
        <w:t xml:space="preserve">Wer sich für eine Ausbildung im kommenden Jahr interessiert, kann sich </w:t>
      </w:r>
      <w:r w:rsidR="00B26C9E">
        <w:t xml:space="preserve">auf der </w:t>
      </w:r>
      <w:r w:rsidR="0002090A">
        <w:t xml:space="preserve">Wolf </w:t>
      </w:r>
      <w:r w:rsidR="00B26C9E">
        <w:t xml:space="preserve">Website </w:t>
      </w:r>
      <w:r>
        <w:t xml:space="preserve">über die einzelnen Ausbildungsberufe und Karrierechancen informieren. Die Bewerberauswahl beginnt im September. </w:t>
      </w:r>
      <w:r w:rsidR="007C0DEA">
        <w:t xml:space="preserve">Bewerber </w:t>
      </w:r>
      <w:r>
        <w:t>können bis 30.</w:t>
      </w:r>
      <w:r w:rsidR="00B26C9E">
        <w:t xml:space="preserve"> September </w:t>
      </w:r>
      <w:r>
        <w:t xml:space="preserve">2018 </w:t>
      </w:r>
      <w:r w:rsidR="007C0DEA">
        <w:t xml:space="preserve">ihre Unterlagen </w:t>
      </w:r>
      <w:r>
        <w:t>einreic</w:t>
      </w:r>
      <w:r w:rsidR="007C0DEA">
        <w:t>hen</w:t>
      </w:r>
      <w:r>
        <w:t>.</w:t>
      </w:r>
      <w:r w:rsidR="007C0DEA">
        <w:t xml:space="preserve"> </w:t>
      </w:r>
      <w:r>
        <w:t>Zudem veranstaltet WOLF am Samstag, den 13. Oktober</w:t>
      </w:r>
      <w:r w:rsidR="0070772A">
        <w:t xml:space="preserve"> 2018</w:t>
      </w:r>
      <w:r>
        <w:t xml:space="preserve"> von 10 bis 15 Uhr im neuen Ausbildungszentrum den Tag der offenen Ausbildung. Alle, die Interesse haben sich über </w:t>
      </w:r>
      <w:r w:rsidR="0070772A">
        <w:t>Wolf</w:t>
      </w:r>
      <w:r w:rsidR="0070772A">
        <w:t xml:space="preserve"> </w:t>
      </w:r>
      <w:r>
        <w:t xml:space="preserve">und </w:t>
      </w:r>
      <w:r w:rsidR="0070772A">
        <w:t xml:space="preserve">eine </w:t>
      </w:r>
      <w:r>
        <w:t xml:space="preserve">Ausbildung </w:t>
      </w:r>
      <w:r w:rsidR="0070772A">
        <w:t xml:space="preserve">im Unternehmen </w:t>
      </w:r>
      <w:r>
        <w:t>zu informieren, sind herzlich willkommen.</w:t>
      </w:r>
    </w:p>
    <w:p w:rsidR="0002090A" w:rsidRDefault="0002090A" w:rsidP="00F2473E">
      <w:pPr>
        <w:pStyle w:val="Default"/>
        <w:ind w:right="2833"/>
      </w:pPr>
    </w:p>
    <w:p w:rsidR="0002090A" w:rsidRDefault="0002090A" w:rsidP="00F2473E">
      <w:pPr>
        <w:pStyle w:val="Default"/>
        <w:ind w:right="2833"/>
      </w:pPr>
      <w:r>
        <w:t>Mehr Informationen finden Sie unter</w:t>
      </w:r>
    </w:p>
    <w:p w:rsidR="0002090A" w:rsidRDefault="0070772A" w:rsidP="00F2473E">
      <w:pPr>
        <w:pStyle w:val="Default"/>
        <w:ind w:right="2833"/>
      </w:pPr>
      <w:hyperlink r:id="rId7" w:history="1">
        <w:r w:rsidR="0002090A" w:rsidRPr="00061D18">
          <w:rPr>
            <w:rStyle w:val="Hyperlink"/>
          </w:rPr>
          <w:t>www.wolf.eu/karriere/schue</w:t>
        </w:r>
        <w:bookmarkStart w:id="0" w:name="_GoBack"/>
        <w:bookmarkEnd w:id="0"/>
        <w:r w:rsidR="0002090A" w:rsidRPr="00061D18">
          <w:rPr>
            <w:rStyle w:val="Hyperlink"/>
          </w:rPr>
          <w:t>l</w:t>
        </w:r>
        <w:r w:rsidR="0002090A" w:rsidRPr="00061D18">
          <w:rPr>
            <w:rStyle w:val="Hyperlink"/>
          </w:rPr>
          <w:t>er</w:t>
        </w:r>
      </w:hyperlink>
      <w:r w:rsidR="0002090A">
        <w:t xml:space="preserve"> </w:t>
      </w:r>
    </w:p>
    <w:p w:rsidR="003E6234" w:rsidRDefault="003E6234" w:rsidP="00F52D9D">
      <w:pPr>
        <w:pStyle w:val="Default"/>
        <w:ind w:right="2833"/>
      </w:pPr>
    </w:p>
    <w:p w:rsidR="00E9163C" w:rsidRDefault="00E9163C" w:rsidP="00D87E7A">
      <w:pPr>
        <w:pStyle w:val="Default"/>
        <w:outlineLvl w:val="0"/>
        <w:rPr>
          <w:b/>
          <w:bCs/>
          <w:sz w:val="20"/>
          <w:szCs w:val="20"/>
        </w:rPr>
      </w:pPr>
    </w:p>
    <w:p w:rsidR="00226F9B" w:rsidRDefault="00226F9B" w:rsidP="00D87E7A">
      <w:pPr>
        <w:pStyle w:val="Default"/>
        <w:outlineLvl w:val="0"/>
        <w:rPr>
          <w:b/>
          <w:bCs/>
          <w:sz w:val="20"/>
          <w:szCs w:val="20"/>
        </w:rPr>
      </w:pPr>
    </w:p>
    <w:p w:rsidR="00D87E7A" w:rsidRPr="0002090A" w:rsidRDefault="00D87E7A" w:rsidP="00D87E7A">
      <w:pPr>
        <w:pStyle w:val="Default"/>
        <w:outlineLvl w:val="0"/>
      </w:pPr>
      <w:r w:rsidRPr="0002090A">
        <w:rPr>
          <w:b/>
          <w:bCs/>
        </w:rPr>
        <w:t xml:space="preserve">Unternehmensprofil: </w:t>
      </w:r>
    </w:p>
    <w:p w:rsidR="0069132E" w:rsidRPr="00442004" w:rsidRDefault="00066725" w:rsidP="0069132E">
      <w:pPr>
        <w:ind w:right="2833"/>
        <w:outlineLvl w:val="0"/>
        <w:rPr>
          <w:bCs w:val="0"/>
          <w:color w:val="000000"/>
          <w:sz w:val="20"/>
          <w:szCs w:val="20"/>
        </w:rPr>
      </w:pPr>
      <w:r w:rsidRPr="00D2500E">
        <w:rPr>
          <w:color w:val="000000"/>
        </w:rPr>
        <w:t xml:space="preserve">Die Wolf Group zählt zu den führenden Herstellern von Heizungs- und Klimasystemen und gemeinsam mit ihrer Muttergesellschaft, der börsennotierten Centrotec </w:t>
      </w:r>
      <w:proofErr w:type="spellStart"/>
      <w:r w:rsidRPr="00D2500E">
        <w:rPr>
          <w:color w:val="000000"/>
        </w:rPr>
        <w:t>Sustainable</w:t>
      </w:r>
      <w:proofErr w:type="spellEnd"/>
      <w:r w:rsidRPr="00D2500E">
        <w:rPr>
          <w:color w:val="000000"/>
        </w:rPr>
        <w:t xml:space="preserve"> AG, zu den bedeutendsten Komplettanbietern für Energiesparlösungen in der Gebäudetechnik. Wolf widmet sich in seinem Handeln gezielt dem Wunsch der Menschen nach persönlicher </w:t>
      </w:r>
      <w:proofErr w:type="spellStart"/>
      <w:r w:rsidRPr="00D2500E">
        <w:rPr>
          <w:color w:val="000000"/>
        </w:rPr>
        <w:t>Wohlfühlatmosphäre</w:t>
      </w:r>
      <w:proofErr w:type="spellEnd"/>
      <w:r w:rsidRPr="00D2500E">
        <w:rPr>
          <w:color w:val="000000"/>
        </w:rPr>
        <w:t xml:space="preserv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t>
      </w:r>
      <w:hyperlink r:id="rId8" w:history="1">
        <w:r w:rsidRPr="00D2500E">
          <w:rPr>
            <w:rStyle w:val="Hyperlink"/>
          </w:rPr>
          <w:t>www.wolf.eu</w:t>
        </w:r>
      </w:hyperlink>
      <w:r w:rsidR="0069132E" w:rsidRPr="00442004">
        <w:rPr>
          <w:color w:val="000000"/>
          <w:sz w:val="20"/>
          <w:szCs w:val="20"/>
        </w:rPr>
        <w:t>.</w:t>
      </w:r>
    </w:p>
    <w:p w:rsidR="0069132E" w:rsidRPr="00D142CE" w:rsidRDefault="0069132E" w:rsidP="0069132E">
      <w:pPr>
        <w:jc w:val="both"/>
        <w:outlineLvl w:val="0"/>
        <w:rPr>
          <w:bCs w:val="0"/>
          <w:color w:val="000000"/>
          <w:sz w:val="20"/>
          <w:szCs w:val="20"/>
        </w:rPr>
      </w:pPr>
    </w:p>
    <w:p w:rsidR="0069132E" w:rsidRPr="00426D91" w:rsidRDefault="0069132E" w:rsidP="0069132E">
      <w:pPr>
        <w:jc w:val="both"/>
        <w:outlineLvl w:val="0"/>
        <w:rPr>
          <w:b/>
          <w:bCs w:val="0"/>
          <w:color w:val="000000"/>
          <w:sz w:val="20"/>
          <w:szCs w:val="20"/>
        </w:rPr>
      </w:pPr>
    </w:p>
    <w:p w:rsidR="0069132E" w:rsidRPr="00426D91" w:rsidRDefault="0069132E" w:rsidP="0069132E">
      <w:pPr>
        <w:jc w:val="both"/>
        <w:outlineLvl w:val="0"/>
        <w:rPr>
          <w:b/>
          <w:bCs w:val="0"/>
          <w:color w:val="000000"/>
          <w:sz w:val="20"/>
          <w:szCs w:val="20"/>
        </w:rPr>
      </w:pPr>
      <w:r w:rsidRPr="00426D91">
        <w:rPr>
          <w:b/>
          <w:color w:val="000000"/>
          <w:sz w:val="20"/>
          <w:szCs w:val="20"/>
        </w:rPr>
        <w:lastRenderedPageBreak/>
        <w:t>Pressekontakt:</w:t>
      </w:r>
    </w:p>
    <w:p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rsidR="0069132E" w:rsidRPr="00426D91" w:rsidRDefault="0069132E" w:rsidP="0069132E">
      <w:pPr>
        <w:jc w:val="both"/>
        <w:rPr>
          <w:bCs w:val="0"/>
          <w:color w:val="000000"/>
          <w:sz w:val="20"/>
          <w:szCs w:val="20"/>
        </w:rPr>
      </w:pPr>
      <w:proofErr w:type="spellStart"/>
      <w:r w:rsidRPr="00426D91">
        <w:rPr>
          <w:color w:val="000000"/>
          <w:sz w:val="20"/>
          <w:szCs w:val="20"/>
        </w:rPr>
        <w:t>Industriestr</w:t>
      </w:r>
      <w:proofErr w:type="spellEnd"/>
      <w:r w:rsidRPr="00426D91">
        <w:rPr>
          <w:color w:val="000000"/>
          <w:sz w:val="20"/>
          <w:szCs w:val="20"/>
        </w:rPr>
        <w:t>. 1 | D-84048 Mainburg</w:t>
      </w:r>
    </w:p>
    <w:p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rsidR="0069132E" w:rsidRPr="00F52D9D" w:rsidRDefault="0069132E" w:rsidP="0069132E">
      <w:pPr>
        <w:jc w:val="both"/>
        <w:rPr>
          <w:bCs w:val="0"/>
          <w:color w:val="000000"/>
          <w:sz w:val="20"/>
          <w:szCs w:val="20"/>
          <w:lang w:val="en-US"/>
        </w:rPr>
      </w:pPr>
      <w:r w:rsidRPr="00F52D9D">
        <w:rPr>
          <w:color w:val="000000"/>
          <w:sz w:val="20"/>
          <w:szCs w:val="20"/>
          <w:lang w:val="en-US"/>
        </w:rPr>
        <w:t>Tel +49 8751 - 74 1575</w:t>
      </w:r>
    </w:p>
    <w:p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rsidR="007C0094" w:rsidRDefault="0070772A">
      <w:pPr>
        <w:rPr>
          <w:rStyle w:val="Hyperlink"/>
          <w:sz w:val="20"/>
          <w:szCs w:val="20"/>
          <w:lang w:val="en-US"/>
        </w:rPr>
      </w:pPr>
      <w:r>
        <w:fldChar w:fldCharType="begin"/>
      </w:r>
      <w:r w:rsidRPr="0070772A">
        <w:rPr>
          <w:lang w:val="en-GB"/>
          <w:rPrChange w:id="1" w:author="Waldmannstetter Melanie" w:date="2018-09-04T09:09:00Z">
            <w:rPr/>
          </w:rPrChange>
        </w:rPr>
        <w:instrText xml:space="preserve"> HYPERLINK "mailto:gudrun.krausche@wolf.eu" </w:instrText>
      </w:r>
      <w:r>
        <w:fldChar w:fldCharType="separate"/>
      </w:r>
      <w:r w:rsidR="0069132E" w:rsidRPr="00D67BC8">
        <w:rPr>
          <w:rStyle w:val="Hyperlink"/>
          <w:sz w:val="20"/>
          <w:szCs w:val="20"/>
          <w:lang w:val="en-US"/>
        </w:rPr>
        <w:t>gudrun.krausche@wolf.eu</w:t>
      </w:r>
      <w:r>
        <w:rPr>
          <w:rStyle w:val="Hyperlink"/>
          <w:sz w:val="20"/>
          <w:szCs w:val="20"/>
          <w:lang w:val="en-US"/>
        </w:rPr>
        <w:fldChar w:fldCharType="end"/>
      </w:r>
    </w:p>
    <w:p w:rsidR="000837BD" w:rsidRDefault="000837BD">
      <w:pPr>
        <w:rPr>
          <w:rStyle w:val="Hyperlink"/>
          <w:sz w:val="20"/>
          <w:szCs w:val="20"/>
          <w:lang w:val="en-US"/>
        </w:rPr>
      </w:pPr>
    </w:p>
    <w:p w:rsidR="000837BD" w:rsidRDefault="000837BD">
      <w:pPr>
        <w:rPr>
          <w:rStyle w:val="Hyperlink"/>
          <w:sz w:val="20"/>
          <w:szCs w:val="20"/>
          <w:lang w:val="en-US"/>
        </w:rPr>
      </w:pPr>
    </w:p>
    <w:p w:rsidR="000837BD" w:rsidRPr="0002090A" w:rsidRDefault="000837BD">
      <w:pPr>
        <w:rPr>
          <w:rStyle w:val="Hyperlink"/>
          <w:b/>
          <w:color w:val="auto"/>
          <w:sz w:val="32"/>
          <w:szCs w:val="32"/>
          <w:u w:val="none"/>
        </w:rPr>
      </w:pPr>
      <w:r w:rsidRPr="0002090A">
        <w:rPr>
          <w:rStyle w:val="Hyperlink"/>
          <w:b/>
          <w:color w:val="auto"/>
          <w:sz w:val="32"/>
          <w:szCs w:val="32"/>
          <w:u w:val="none"/>
        </w:rPr>
        <w:t>Bildbogen</w:t>
      </w:r>
    </w:p>
    <w:p w:rsidR="000837BD" w:rsidRPr="0002090A" w:rsidRDefault="000837BD">
      <w:pPr>
        <w:rPr>
          <w:rStyle w:val="Hyperlink"/>
          <w:sz w:val="20"/>
          <w:szCs w:val="20"/>
        </w:rPr>
      </w:pPr>
    </w:p>
    <w:p w:rsidR="000837BD" w:rsidRPr="0002090A" w:rsidRDefault="000837BD">
      <w:pPr>
        <w:rPr>
          <w:b/>
          <w:sz w:val="28"/>
          <w:szCs w:val="28"/>
        </w:rPr>
      </w:pPr>
      <w:r w:rsidRPr="0002090A">
        <w:rPr>
          <w:b/>
          <w:sz w:val="28"/>
          <w:szCs w:val="28"/>
        </w:rPr>
        <w:t xml:space="preserve">Ausbildungsstart bei Wolf – 2018 starten </w:t>
      </w:r>
    </w:p>
    <w:p w:rsidR="000837BD" w:rsidRPr="0002090A" w:rsidRDefault="000837BD">
      <w:pPr>
        <w:rPr>
          <w:b/>
          <w:sz w:val="28"/>
          <w:szCs w:val="28"/>
        </w:rPr>
      </w:pPr>
      <w:r w:rsidRPr="0002090A">
        <w:rPr>
          <w:b/>
          <w:sz w:val="28"/>
          <w:szCs w:val="28"/>
        </w:rPr>
        <w:t>30 Auszubildende in ihre berufliche Karriere</w:t>
      </w:r>
    </w:p>
    <w:p w:rsidR="000837BD" w:rsidRPr="0002090A" w:rsidRDefault="000837BD">
      <w:pPr>
        <w:rPr>
          <w:b/>
        </w:rPr>
      </w:pPr>
    </w:p>
    <w:p w:rsidR="000837BD" w:rsidRPr="0002090A" w:rsidRDefault="000837BD">
      <w:pPr>
        <w:rPr>
          <w:b/>
        </w:rPr>
      </w:pPr>
    </w:p>
    <w:p w:rsidR="000837BD" w:rsidRPr="0002090A" w:rsidRDefault="008860F3">
      <w:pPr>
        <w:rPr>
          <w:b/>
        </w:rPr>
      </w:pPr>
      <w:r>
        <w:rPr>
          <w:b/>
          <w:noProof/>
          <w:lang w:val="en-GB" w:eastAsia="en-GB"/>
        </w:rPr>
        <w:drawing>
          <wp:inline distT="0" distB="0" distL="0" distR="0">
            <wp:extent cx="5781675" cy="3248025"/>
            <wp:effectExtent l="0" t="0" r="9525" b="9525"/>
            <wp:docPr id="4" name="Bild 1" descr="Azubis Ausbildungs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zubis Ausbildungsstar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1675" cy="3248025"/>
                    </a:xfrm>
                    <a:prstGeom prst="rect">
                      <a:avLst/>
                    </a:prstGeom>
                    <a:noFill/>
                    <a:ln>
                      <a:noFill/>
                    </a:ln>
                  </pic:spPr>
                </pic:pic>
              </a:graphicData>
            </a:graphic>
          </wp:inline>
        </w:drawing>
      </w:r>
    </w:p>
    <w:p w:rsidR="000837BD" w:rsidRPr="0002090A" w:rsidRDefault="000837BD">
      <w:pPr>
        <w:rPr>
          <w:b/>
        </w:rPr>
      </w:pPr>
    </w:p>
    <w:p w:rsidR="000837BD" w:rsidRPr="0002090A" w:rsidRDefault="000837BD">
      <w:pPr>
        <w:rPr>
          <w:b/>
        </w:rPr>
      </w:pPr>
    </w:p>
    <w:p w:rsidR="000837BD" w:rsidRPr="0002090A" w:rsidRDefault="000837BD" w:rsidP="000837BD">
      <w:pPr>
        <w:jc w:val="both"/>
      </w:pPr>
      <w:r w:rsidRPr="0002090A">
        <w:rPr>
          <w:b/>
        </w:rPr>
        <w:t xml:space="preserve">BU: </w:t>
      </w:r>
      <w:r w:rsidRPr="0002090A">
        <w:t xml:space="preserve">Dieses Jahr gibt es bei Wolf 30 neue Nachwuchskräfte. </w:t>
      </w:r>
      <w:r w:rsidR="00F257DB" w:rsidRPr="00F257DB">
        <w:t xml:space="preserve">Dr. Thomas Kneip (Vorsitzender der Geschäftsführung), Darka Marquardt (Group HR </w:t>
      </w:r>
      <w:proofErr w:type="spellStart"/>
      <w:r w:rsidR="00F257DB" w:rsidRPr="00F257DB">
        <w:t>Director</w:t>
      </w:r>
      <w:proofErr w:type="spellEnd"/>
      <w:r w:rsidR="00F257DB" w:rsidRPr="00F257DB">
        <w:t>) und das Wolf-Ausbilderteam</w:t>
      </w:r>
      <w:r w:rsidRPr="0002090A">
        <w:t xml:space="preserve"> begrüßten die </w:t>
      </w:r>
      <w:r w:rsidR="005374A0" w:rsidRPr="0002090A">
        <w:t xml:space="preserve">Auszubildenden </w:t>
      </w:r>
      <w:r w:rsidRPr="0002090A">
        <w:t xml:space="preserve">an ihrem ersten </w:t>
      </w:r>
      <w:r w:rsidR="005374A0" w:rsidRPr="0002090A">
        <w:t>T</w:t>
      </w:r>
      <w:r w:rsidRPr="0002090A">
        <w:t>ag</w:t>
      </w:r>
      <w:r w:rsidRPr="0002090A">
        <w:rPr>
          <w:b/>
        </w:rPr>
        <w:t>.</w:t>
      </w:r>
    </w:p>
    <w:p w:rsidR="000837BD" w:rsidRPr="0002090A" w:rsidRDefault="000837BD">
      <w:pPr>
        <w:rPr>
          <w:b/>
        </w:rPr>
      </w:pPr>
    </w:p>
    <w:p w:rsidR="000837BD" w:rsidRPr="0002090A" w:rsidRDefault="000837BD">
      <w:pPr>
        <w:rPr>
          <w:b/>
        </w:rPr>
      </w:pPr>
    </w:p>
    <w:p w:rsidR="000837BD" w:rsidRPr="0002090A" w:rsidRDefault="000837BD">
      <w:pPr>
        <w:rPr>
          <w:b/>
        </w:rPr>
      </w:pPr>
    </w:p>
    <w:sectPr w:rsidR="000837BD" w:rsidRPr="0002090A" w:rsidSect="0069132E">
      <w:headerReference w:type="default" r:id="rId10"/>
      <w:footerReference w:type="even" r:id="rId11"/>
      <w:footerReference w:type="default" r:id="rId12"/>
      <w:pgSz w:w="11906" w:h="16838"/>
      <w:pgMar w:top="326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700" w:rsidRDefault="00DC0700">
      <w:r>
        <w:separator/>
      </w:r>
    </w:p>
  </w:endnote>
  <w:endnote w:type="continuationSeparator" w:id="0">
    <w:p w:rsidR="00DC0700" w:rsidRDefault="00DC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auto"/>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rPr>
    </w:pPr>
    <w:r>
      <w:rPr>
        <w:rStyle w:val="Seitenzahl"/>
      </w:rPr>
      <w:fldChar w:fldCharType="begin"/>
    </w:r>
    <w:r w:rsidR="004A04A4">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sz w:val="16"/>
      </w:rPr>
    </w:pPr>
    <w:r>
      <w:rPr>
        <w:rStyle w:val="Seitenzahl"/>
        <w:sz w:val="16"/>
      </w:rPr>
      <w:fldChar w:fldCharType="begin"/>
    </w:r>
    <w:r w:rsidR="004A04A4">
      <w:rPr>
        <w:rStyle w:val="Seitenzahl"/>
        <w:sz w:val="16"/>
      </w:rPr>
      <w:instrText>PAGE</w:instrText>
    </w:r>
    <w:r>
      <w:rPr>
        <w:rStyle w:val="Seitenzahl"/>
        <w:sz w:val="16"/>
      </w:rPr>
      <w:instrText xml:space="preserve">  </w:instrText>
    </w:r>
    <w:r>
      <w:rPr>
        <w:rStyle w:val="Seitenzahl"/>
        <w:sz w:val="16"/>
      </w:rPr>
      <w:fldChar w:fldCharType="separate"/>
    </w:r>
    <w:r w:rsidR="0070772A">
      <w:rPr>
        <w:rStyle w:val="Seitenzahl"/>
        <w:noProof/>
        <w:sz w:val="16"/>
      </w:rPr>
      <w:t>3</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700" w:rsidRDefault="00DC0700">
      <w:r>
        <w:separator/>
      </w:r>
    </w:p>
  </w:footnote>
  <w:footnote w:type="continuationSeparator" w:id="0">
    <w:p w:rsidR="00DC0700" w:rsidRDefault="00DC0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8860F3">
    <w:pPr>
      <w:pStyle w:val="Kopfzeile"/>
      <w:tabs>
        <w:tab w:val="clear" w:pos="9072"/>
      </w:tabs>
      <w:ind w:right="-288"/>
    </w:pPr>
    <w:r>
      <w:rPr>
        <w:noProof/>
        <w:lang w:val="en-GB" w:eastAsia="en-GB"/>
      </w:rPr>
      <w:drawing>
        <wp:anchor distT="0" distB="0" distL="114300" distR="114300" simplePos="0" relativeHeight="251658752" behindDoc="1" locked="0" layoutInCell="1" allowOverlap="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8860F3">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6ACE7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ldmannstetter Melanie">
    <w15:presenceInfo w15:providerId="None" w15:userId="Waldmannstetter Mel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2090A"/>
    <w:rsid w:val="000212EB"/>
    <w:rsid w:val="00032688"/>
    <w:rsid w:val="00037A42"/>
    <w:rsid w:val="0004379E"/>
    <w:rsid w:val="0004542E"/>
    <w:rsid w:val="0005378F"/>
    <w:rsid w:val="00057E1C"/>
    <w:rsid w:val="00060DC5"/>
    <w:rsid w:val="00066725"/>
    <w:rsid w:val="000837BD"/>
    <w:rsid w:val="000A5C3B"/>
    <w:rsid w:val="000B2E2C"/>
    <w:rsid w:val="000B32A7"/>
    <w:rsid w:val="000C153F"/>
    <w:rsid w:val="000C6B11"/>
    <w:rsid w:val="000E159C"/>
    <w:rsid w:val="000F5484"/>
    <w:rsid w:val="00116AB4"/>
    <w:rsid w:val="001343BF"/>
    <w:rsid w:val="00161FB3"/>
    <w:rsid w:val="00170F99"/>
    <w:rsid w:val="00171757"/>
    <w:rsid w:val="0017678C"/>
    <w:rsid w:val="00180270"/>
    <w:rsid w:val="00190FFE"/>
    <w:rsid w:val="001A3073"/>
    <w:rsid w:val="001C35B6"/>
    <w:rsid w:val="001F725E"/>
    <w:rsid w:val="00226F9B"/>
    <w:rsid w:val="0023338D"/>
    <w:rsid w:val="00233E88"/>
    <w:rsid w:val="0025295E"/>
    <w:rsid w:val="00275DFB"/>
    <w:rsid w:val="00293FAD"/>
    <w:rsid w:val="002A276B"/>
    <w:rsid w:val="002C3060"/>
    <w:rsid w:val="002E5EBF"/>
    <w:rsid w:val="002F24E7"/>
    <w:rsid w:val="00300C0B"/>
    <w:rsid w:val="0031353E"/>
    <w:rsid w:val="00323198"/>
    <w:rsid w:val="00323C55"/>
    <w:rsid w:val="00333131"/>
    <w:rsid w:val="00333A58"/>
    <w:rsid w:val="00342AC6"/>
    <w:rsid w:val="003451C8"/>
    <w:rsid w:val="00370223"/>
    <w:rsid w:val="00385B7E"/>
    <w:rsid w:val="003944C0"/>
    <w:rsid w:val="003A1CCB"/>
    <w:rsid w:val="003A3262"/>
    <w:rsid w:val="003A7EE0"/>
    <w:rsid w:val="003B77B7"/>
    <w:rsid w:val="003C7273"/>
    <w:rsid w:val="003D609C"/>
    <w:rsid w:val="003E6234"/>
    <w:rsid w:val="00402267"/>
    <w:rsid w:val="00403C00"/>
    <w:rsid w:val="004110D1"/>
    <w:rsid w:val="00442004"/>
    <w:rsid w:val="00474680"/>
    <w:rsid w:val="0047798B"/>
    <w:rsid w:val="004924EA"/>
    <w:rsid w:val="004A04A4"/>
    <w:rsid w:val="004A1ABD"/>
    <w:rsid w:val="004A2497"/>
    <w:rsid w:val="004C4A64"/>
    <w:rsid w:val="0051267E"/>
    <w:rsid w:val="0052007B"/>
    <w:rsid w:val="005374A0"/>
    <w:rsid w:val="00543E23"/>
    <w:rsid w:val="00545117"/>
    <w:rsid w:val="005463A2"/>
    <w:rsid w:val="00550DB7"/>
    <w:rsid w:val="00550E93"/>
    <w:rsid w:val="00562A6F"/>
    <w:rsid w:val="00570F49"/>
    <w:rsid w:val="0057117D"/>
    <w:rsid w:val="00582851"/>
    <w:rsid w:val="0059216E"/>
    <w:rsid w:val="00595AA3"/>
    <w:rsid w:val="005A6717"/>
    <w:rsid w:val="005B14D1"/>
    <w:rsid w:val="005B40C8"/>
    <w:rsid w:val="005C335D"/>
    <w:rsid w:val="005C654A"/>
    <w:rsid w:val="005F28F5"/>
    <w:rsid w:val="005F7151"/>
    <w:rsid w:val="006110E4"/>
    <w:rsid w:val="006509AE"/>
    <w:rsid w:val="00652FB8"/>
    <w:rsid w:val="00664C14"/>
    <w:rsid w:val="006778A5"/>
    <w:rsid w:val="0069132E"/>
    <w:rsid w:val="006B2A50"/>
    <w:rsid w:val="006B7C0D"/>
    <w:rsid w:val="006D184D"/>
    <w:rsid w:val="006D2767"/>
    <w:rsid w:val="006D6AB6"/>
    <w:rsid w:val="0070046D"/>
    <w:rsid w:val="0070772A"/>
    <w:rsid w:val="007404BA"/>
    <w:rsid w:val="00747F3D"/>
    <w:rsid w:val="007601E1"/>
    <w:rsid w:val="007620DC"/>
    <w:rsid w:val="0077230F"/>
    <w:rsid w:val="0077478C"/>
    <w:rsid w:val="00776E83"/>
    <w:rsid w:val="007771BF"/>
    <w:rsid w:val="00793BF1"/>
    <w:rsid w:val="007A5DC3"/>
    <w:rsid w:val="007A6148"/>
    <w:rsid w:val="007B31B6"/>
    <w:rsid w:val="007C0094"/>
    <w:rsid w:val="007C0DEA"/>
    <w:rsid w:val="007C2310"/>
    <w:rsid w:val="007D0215"/>
    <w:rsid w:val="007D0BDA"/>
    <w:rsid w:val="008131B6"/>
    <w:rsid w:val="008408A2"/>
    <w:rsid w:val="00841447"/>
    <w:rsid w:val="008442CA"/>
    <w:rsid w:val="00857704"/>
    <w:rsid w:val="00864BD6"/>
    <w:rsid w:val="0088436A"/>
    <w:rsid w:val="008860F3"/>
    <w:rsid w:val="008A25CE"/>
    <w:rsid w:val="008A59F8"/>
    <w:rsid w:val="008B2984"/>
    <w:rsid w:val="008D1895"/>
    <w:rsid w:val="008E50DC"/>
    <w:rsid w:val="008F3BC5"/>
    <w:rsid w:val="0090663D"/>
    <w:rsid w:val="00913C94"/>
    <w:rsid w:val="00913DC2"/>
    <w:rsid w:val="009252F4"/>
    <w:rsid w:val="00926997"/>
    <w:rsid w:val="00936279"/>
    <w:rsid w:val="00937D54"/>
    <w:rsid w:val="00954F7B"/>
    <w:rsid w:val="00981092"/>
    <w:rsid w:val="009874EF"/>
    <w:rsid w:val="00987AF1"/>
    <w:rsid w:val="009919EC"/>
    <w:rsid w:val="009C3939"/>
    <w:rsid w:val="009D0CDC"/>
    <w:rsid w:val="009E2621"/>
    <w:rsid w:val="00A004BB"/>
    <w:rsid w:val="00A018E7"/>
    <w:rsid w:val="00A02054"/>
    <w:rsid w:val="00A03D46"/>
    <w:rsid w:val="00A37AD6"/>
    <w:rsid w:val="00A416A6"/>
    <w:rsid w:val="00A67E80"/>
    <w:rsid w:val="00A70D97"/>
    <w:rsid w:val="00A77E23"/>
    <w:rsid w:val="00A90EE9"/>
    <w:rsid w:val="00AA7DAB"/>
    <w:rsid w:val="00AB2525"/>
    <w:rsid w:val="00AD27CD"/>
    <w:rsid w:val="00AD50F5"/>
    <w:rsid w:val="00AD6286"/>
    <w:rsid w:val="00AF503F"/>
    <w:rsid w:val="00B060D2"/>
    <w:rsid w:val="00B117BE"/>
    <w:rsid w:val="00B13F14"/>
    <w:rsid w:val="00B222B0"/>
    <w:rsid w:val="00B26C9E"/>
    <w:rsid w:val="00B436E5"/>
    <w:rsid w:val="00B54ACC"/>
    <w:rsid w:val="00B7507F"/>
    <w:rsid w:val="00B838AA"/>
    <w:rsid w:val="00B925EC"/>
    <w:rsid w:val="00B94A81"/>
    <w:rsid w:val="00BB4F63"/>
    <w:rsid w:val="00BE3628"/>
    <w:rsid w:val="00C040AB"/>
    <w:rsid w:val="00C1184D"/>
    <w:rsid w:val="00C15D3D"/>
    <w:rsid w:val="00C22CCD"/>
    <w:rsid w:val="00C31F48"/>
    <w:rsid w:val="00C5027D"/>
    <w:rsid w:val="00C52802"/>
    <w:rsid w:val="00C641A9"/>
    <w:rsid w:val="00C92FBB"/>
    <w:rsid w:val="00CA56A9"/>
    <w:rsid w:val="00CB463B"/>
    <w:rsid w:val="00CB5FC7"/>
    <w:rsid w:val="00CC07F5"/>
    <w:rsid w:val="00CC69CF"/>
    <w:rsid w:val="00CD72DE"/>
    <w:rsid w:val="00D02724"/>
    <w:rsid w:val="00D10C89"/>
    <w:rsid w:val="00D116BD"/>
    <w:rsid w:val="00D11878"/>
    <w:rsid w:val="00D26339"/>
    <w:rsid w:val="00D32BE6"/>
    <w:rsid w:val="00D51312"/>
    <w:rsid w:val="00D61EE1"/>
    <w:rsid w:val="00D668A6"/>
    <w:rsid w:val="00D87E7A"/>
    <w:rsid w:val="00D955A2"/>
    <w:rsid w:val="00DA2524"/>
    <w:rsid w:val="00DC0700"/>
    <w:rsid w:val="00DC0984"/>
    <w:rsid w:val="00DD05D3"/>
    <w:rsid w:val="00DE3F03"/>
    <w:rsid w:val="00E124D7"/>
    <w:rsid w:val="00E15511"/>
    <w:rsid w:val="00E30CAE"/>
    <w:rsid w:val="00E35D89"/>
    <w:rsid w:val="00E37F70"/>
    <w:rsid w:val="00E70008"/>
    <w:rsid w:val="00E73DB4"/>
    <w:rsid w:val="00E83890"/>
    <w:rsid w:val="00E9163C"/>
    <w:rsid w:val="00EA4D09"/>
    <w:rsid w:val="00EB70E7"/>
    <w:rsid w:val="00EC002B"/>
    <w:rsid w:val="00ED4867"/>
    <w:rsid w:val="00ED7CA9"/>
    <w:rsid w:val="00EF3069"/>
    <w:rsid w:val="00F02B2B"/>
    <w:rsid w:val="00F2473E"/>
    <w:rsid w:val="00F257DB"/>
    <w:rsid w:val="00F36E54"/>
    <w:rsid w:val="00F52D9D"/>
    <w:rsid w:val="00F777B5"/>
    <w:rsid w:val="00F806E5"/>
    <w:rsid w:val="00F9397D"/>
    <w:rsid w:val="00FA6283"/>
    <w:rsid w:val="00FC1703"/>
    <w:rsid w:val="00FC653B"/>
    <w:rsid w:val="00FD2861"/>
    <w:rsid w:val="00FD3143"/>
    <w:rsid w:val="00FD4839"/>
    <w:rsid w:val="00FE1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84572E3C-B4FC-46C1-B2B4-AC9615F61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lang w:val="de-DE" w:eastAsia="de-DE"/>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lang w:val="de-DE" w:eastAsia="de-DE"/>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DunkleListe-Akzent31">
    <w:name w:val="Dunkle Liste - Akzent 31"/>
    <w:hidden/>
    <w:uiPriority w:val="99"/>
    <w:semiHidden/>
    <w:rsid w:val="000E159C"/>
    <w:rPr>
      <w:rFonts w:ascii="Arial" w:hAnsi="Arial" w:cs="Arial"/>
      <w:bCs/>
      <w:sz w:val="24"/>
      <w:szCs w:val="24"/>
      <w:lang w:val="de-DE" w:eastAsia="de-DE"/>
    </w:rPr>
  </w:style>
  <w:style w:type="character" w:styleId="BesuchterHyperlink">
    <w:name w:val="FollowedHyperlink"/>
    <w:basedOn w:val="Absatz-Standardschriftart"/>
    <w:rsid w:val="007077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38175">
      <w:bodyDiv w:val="1"/>
      <w:marLeft w:val="0"/>
      <w:marRight w:val="0"/>
      <w:marTop w:val="0"/>
      <w:marBottom w:val="0"/>
      <w:divBdr>
        <w:top w:val="none" w:sz="0" w:space="0" w:color="auto"/>
        <w:left w:val="none" w:sz="0" w:space="0" w:color="auto"/>
        <w:bottom w:val="none" w:sz="0" w:space="0" w:color="auto"/>
        <w:right w:val="none" w:sz="0" w:space="0" w:color="auto"/>
      </w:divBdr>
    </w:div>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200562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lf.eu/karriere/schuele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Eigene%20Dateien\Organisation\Basisformblatt\Basisform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Basisformblatt.dot</Template>
  <TotalTime>0</TotalTime>
  <Pages>3</Pages>
  <Words>531</Words>
  <Characters>3764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4287</CharactersWithSpaces>
  <SharedDoc>false</SharedDoc>
  <HLinks>
    <vt:vector size="18" baseType="variant">
      <vt:variant>
        <vt:i4>8060958</vt:i4>
      </vt:variant>
      <vt:variant>
        <vt:i4>6</vt:i4>
      </vt:variant>
      <vt:variant>
        <vt:i4>0</vt:i4>
      </vt:variant>
      <vt:variant>
        <vt:i4>5</vt:i4>
      </vt:variant>
      <vt:variant>
        <vt:lpwstr>mailto:gudrun.krausche@wolf.eu</vt:lpwstr>
      </vt:variant>
      <vt:variant>
        <vt:lpwstr/>
      </vt:variant>
      <vt:variant>
        <vt:i4>7012412</vt:i4>
      </vt:variant>
      <vt:variant>
        <vt:i4>3</vt:i4>
      </vt:variant>
      <vt:variant>
        <vt:i4>0</vt:i4>
      </vt:variant>
      <vt:variant>
        <vt:i4>5</vt:i4>
      </vt:variant>
      <vt:variant>
        <vt:lpwstr>http://www.wolf.eu/</vt:lpwstr>
      </vt:variant>
      <vt:variant>
        <vt:lpwstr/>
      </vt:variant>
      <vt:variant>
        <vt:i4>5111835</vt:i4>
      </vt:variant>
      <vt:variant>
        <vt:i4>0</vt:i4>
      </vt:variant>
      <vt:variant>
        <vt:i4>0</vt:i4>
      </vt:variant>
      <vt:variant>
        <vt:i4>5</vt:i4>
      </vt:variant>
      <vt:variant>
        <vt:lpwstr>http://www.wolf.eu/karriere/schueler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3</cp:revision>
  <cp:lastPrinted>2018-07-04T11:32:00Z</cp:lastPrinted>
  <dcterms:created xsi:type="dcterms:W3CDTF">2018-09-03T15:09:00Z</dcterms:created>
  <dcterms:modified xsi:type="dcterms:W3CDTF">2018-09-04T07:10:00Z</dcterms:modified>
</cp:coreProperties>
</file>