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2F65" w:rsidRDefault="00E37F70" w:rsidP="0051267E">
      <w:pPr>
        <w:ind w:right="1133"/>
        <w:rPr>
          <w:rFonts w:ascii="Arial Narrow" w:hAnsi="Arial Narrow"/>
          <w:b/>
          <w:sz w:val="44"/>
          <w:szCs w:val="44"/>
        </w:rPr>
      </w:pPr>
      <w:r>
        <w:rPr>
          <w:rFonts w:ascii="Arial Narrow" w:hAnsi="Arial Narrow"/>
          <w:b/>
          <w:sz w:val="44"/>
          <w:szCs w:val="44"/>
        </w:rPr>
        <w:t xml:space="preserve">Andreas Schilling </w:t>
      </w:r>
      <w:r w:rsidR="00E52F65">
        <w:rPr>
          <w:rFonts w:ascii="Arial Narrow" w:hAnsi="Arial Narrow"/>
          <w:b/>
          <w:sz w:val="44"/>
          <w:szCs w:val="44"/>
        </w:rPr>
        <w:t>neuer</w:t>
      </w:r>
    </w:p>
    <w:p w:rsidR="004B24AB" w:rsidRDefault="0051267E" w:rsidP="0051267E">
      <w:pPr>
        <w:ind w:right="1133"/>
        <w:rPr>
          <w:rFonts w:ascii="Arial Narrow" w:hAnsi="Arial Narrow"/>
          <w:b/>
          <w:sz w:val="44"/>
          <w:szCs w:val="44"/>
        </w:rPr>
      </w:pPr>
      <w:r w:rsidRPr="0051267E">
        <w:rPr>
          <w:rFonts w:ascii="Arial Narrow" w:hAnsi="Arial Narrow"/>
          <w:b/>
          <w:sz w:val="44"/>
          <w:szCs w:val="44"/>
        </w:rPr>
        <w:t xml:space="preserve">Verkaufsberater </w:t>
      </w:r>
      <w:r w:rsidR="00F6048E">
        <w:rPr>
          <w:rFonts w:ascii="Arial Narrow" w:hAnsi="Arial Narrow"/>
          <w:b/>
          <w:sz w:val="44"/>
          <w:szCs w:val="44"/>
        </w:rPr>
        <w:t xml:space="preserve">im </w:t>
      </w:r>
    </w:p>
    <w:p w:rsidR="00936279" w:rsidRPr="0051267E" w:rsidRDefault="00F6048E" w:rsidP="0051267E">
      <w:pPr>
        <w:ind w:right="1133"/>
        <w:rPr>
          <w:rFonts w:ascii="Arial Narrow" w:hAnsi="Arial Narrow"/>
          <w:b/>
          <w:sz w:val="44"/>
          <w:szCs w:val="44"/>
        </w:rPr>
      </w:pPr>
      <w:r>
        <w:rPr>
          <w:rFonts w:ascii="Arial Narrow" w:hAnsi="Arial Narrow"/>
          <w:b/>
          <w:sz w:val="44"/>
          <w:szCs w:val="44"/>
        </w:rPr>
        <w:t>Wolf</w:t>
      </w:r>
      <w:r w:rsidR="0051267E" w:rsidRPr="0051267E">
        <w:rPr>
          <w:rFonts w:ascii="Arial Narrow" w:hAnsi="Arial Narrow"/>
          <w:b/>
          <w:sz w:val="44"/>
          <w:szCs w:val="44"/>
        </w:rPr>
        <w:t xml:space="preserve"> Verkaufsbüro </w:t>
      </w:r>
      <w:r w:rsidR="00E37F70">
        <w:rPr>
          <w:rFonts w:ascii="Arial Narrow" w:hAnsi="Arial Narrow"/>
          <w:b/>
          <w:sz w:val="44"/>
          <w:szCs w:val="44"/>
        </w:rPr>
        <w:t>Koblenz</w:t>
      </w:r>
    </w:p>
    <w:p w:rsidR="0051267E" w:rsidRDefault="0051267E" w:rsidP="00936279">
      <w:pPr>
        <w:pStyle w:val="Default"/>
        <w:ind w:right="2833"/>
      </w:pPr>
    </w:p>
    <w:p w:rsidR="0052007B" w:rsidRDefault="00295B60" w:rsidP="00E52F65">
      <w:pPr>
        <w:pStyle w:val="Default"/>
        <w:ind w:right="2833"/>
        <w:jc w:val="both"/>
      </w:pPr>
      <w:r>
        <w:t>August</w:t>
      </w:r>
      <w:r w:rsidR="00116AB4">
        <w:t xml:space="preserve"> 2018</w:t>
      </w:r>
      <w:r w:rsidR="000A5C3B">
        <w:t xml:space="preserve">. </w:t>
      </w:r>
      <w:r w:rsidR="00F6048E">
        <w:t>Wolf</w:t>
      </w:r>
      <w:r w:rsidR="0052007B">
        <w:t xml:space="preserve"> zählt zu den führenden </w:t>
      </w:r>
      <w:r w:rsidR="00554F8F">
        <w:t>Herstellern</w:t>
      </w:r>
      <w:r w:rsidR="0052007B">
        <w:t xml:space="preserve"> von Heizungs- und Klimasystemen und </w:t>
      </w:r>
      <w:r w:rsidR="00D2500E" w:rsidRPr="00D2500E">
        <w:t>gemeinsam mit ihrer Muttergesellschaft, der börsennotierten Centrotec Sustainable AG, zu den bedeutendsten Komplettanbietern für Energiesparlösungen in der Gebäudetechnik</w:t>
      </w:r>
      <w:r w:rsidR="00E52F65">
        <w:t>.</w:t>
      </w:r>
    </w:p>
    <w:p w:rsidR="00E52F65" w:rsidRDefault="00E52F65" w:rsidP="00E52F65">
      <w:pPr>
        <w:pStyle w:val="Default"/>
        <w:ind w:right="2833"/>
        <w:jc w:val="both"/>
      </w:pPr>
      <w:bookmarkStart w:id="0" w:name="_GoBack"/>
      <w:bookmarkEnd w:id="0"/>
    </w:p>
    <w:p w:rsidR="003A1CCB" w:rsidRDefault="0051267E" w:rsidP="004B24AB">
      <w:pPr>
        <w:pStyle w:val="Default"/>
        <w:ind w:right="2833"/>
        <w:jc w:val="both"/>
      </w:pPr>
      <w:r>
        <w:t>Im täglichen Einsatz das Markenversprechen „Voll auf mich eing</w:t>
      </w:r>
      <w:r w:rsidR="00F6048E">
        <w:t>estellt“ einzulösen, erhält Wolf</w:t>
      </w:r>
      <w:r>
        <w:t xml:space="preserve"> weitere Verstärkung: </w:t>
      </w:r>
      <w:r w:rsidR="00E37F70">
        <w:t>Andreas Schilling</w:t>
      </w:r>
      <w:r>
        <w:t xml:space="preserve"> w</w:t>
      </w:r>
      <w:r w:rsidR="00F6048E">
        <w:t>ird neuer Verkaufsberater im Wolf</w:t>
      </w:r>
      <w:r>
        <w:t xml:space="preserve"> Verkaufsbüro </w:t>
      </w:r>
      <w:r w:rsidR="00E37F70">
        <w:t>Koblenz</w:t>
      </w:r>
      <w:r>
        <w:t xml:space="preserve">. </w:t>
      </w:r>
    </w:p>
    <w:p w:rsidR="003A1CCB" w:rsidRDefault="003A1CCB" w:rsidP="0051267E">
      <w:pPr>
        <w:pStyle w:val="Default"/>
        <w:ind w:right="2833"/>
      </w:pPr>
    </w:p>
    <w:p w:rsidR="0052007B" w:rsidRPr="00D2500E" w:rsidRDefault="00E37F70" w:rsidP="004B24AB">
      <w:pPr>
        <w:pStyle w:val="Default"/>
        <w:ind w:right="2833"/>
        <w:jc w:val="both"/>
      </w:pPr>
      <w:r>
        <w:t>Der 41-Jährige ist gelernter Gas-Wasser-Installateur</w:t>
      </w:r>
      <w:r w:rsidR="0052007B">
        <w:t xml:space="preserve"> und hat zudem eine zweite Ausbildung als Heizungsbauer. Die letzten zehn Jahre arbeitete Andreas Schilling als Kundendienstleiter.</w:t>
      </w:r>
      <w:r w:rsidR="0052007B" w:rsidRPr="0052007B">
        <w:t xml:space="preserve"> </w:t>
      </w:r>
      <w:r w:rsidR="00F6048E">
        <w:t>Im Koblenzer Wolf</w:t>
      </w:r>
      <w:r w:rsidR="0052007B">
        <w:t xml:space="preserve">-Büro unterstützt er künftig den Bereich Heating Systems und zählt neben der Kundenbetreuung </w:t>
      </w:r>
      <w:r w:rsidR="00554F8F">
        <w:t>i</w:t>
      </w:r>
      <w:r w:rsidR="0052007B">
        <w:t>m Außendienst (Raum Leverkusen und Bergisch Gladbach) auch die Gewinnung von Neukunden zu seinen Hauptaufgaben.</w:t>
      </w:r>
    </w:p>
    <w:p w:rsidR="00E37F70" w:rsidRPr="00D2500E" w:rsidRDefault="00E37F70" w:rsidP="0051267E">
      <w:pPr>
        <w:pStyle w:val="Default"/>
        <w:ind w:right="2833"/>
      </w:pPr>
    </w:p>
    <w:p w:rsidR="00D2500E" w:rsidRDefault="00D2500E" w:rsidP="00D87E7A">
      <w:pPr>
        <w:pStyle w:val="Default"/>
        <w:outlineLvl w:val="0"/>
        <w:rPr>
          <w:b/>
          <w:bCs/>
        </w:rPr>
      </w:pPr>
    </w:p>
    <w:p w:rsidR="00D87E7A" w:rsidRPr="00D2500E" w:rsidRDefault="00D87E7A" w:rsidP="00D87E7A">
      <w:pPr>
        <w:pStyle w:val="Default"/>
        <w:outlineLvl w:val="0"/>
      </w:pPr>
      <w:r w:rsidRPr="00D2500E">
        <w:rPr>
          <w:b/>
          <w:bCs/>
        </w:rPr>
        <w:t xml:space="preserve">Unternehmensprofil: </w:t>
      </w:r>
    </w:p>
    <w:p w:rsidR="0069132E" w:rsidRPr="00D2500E" w:rsidRDefault="00554F8F" w:rsidP="004B24AB">
      <w:pPr>
        <w:ind w:right="2833"/>
        <w:jc w:val="both"/>
        <w:outlineLvl w:val="0"/>
        <w:rPr>
          <w:bCs w:val="0"/>
          <w:color w:val="000000"/>
        </w:rPr>
      </w:pPr>
      <w:r w:rsidRPr="00D2500E">
        <w:rPr>
          <w:color w:val="000000"/>
        </w:rPr>
        <w:t xml:space="preserve">Die Wolf Group zählt zu den führenden Herstellern von Heizungs- und Klimasystemen und gemeinsam mit ihrer Muttergesellschaft, der börsennotierten Centrotec Sustainable AG, zu den bedeutendsten Komplettanbietern für Energiesparlösungen in der Gebäudetechnik. Wolf widmet sich in seinem Handeln gezielt dem Wunsch der Menschen nach persönlicher Wohlfühlatmosphäre und positioniert sich als „Experte für gesundes Raumklima“. Das unterstreicht die Marke auch mit der klaren und verbindlichen Aussage: „Wolf – Voll auf mich eingestellt.“ Im Jahr 2017 beschäftigte Wolf über 2.000 Mitarbeiter am Standort Mainburg, im deutschlandweiten Vertriebs- und Servicenetz sowie in 10 Tochtergesellschaften in Europa und China. Mit weiteren 60 Vertriebspartnern in mehr als 50 Ländern ist Wolf global aufgestellt und erwirtschaftete einen Jahresumsatz von rund 383 Mio. Euro. </w:t>
      </w:r>
      <w:r w:rsidR="0069132E" w:rsidRPr="00D2500E">
        <w:rPr>
          <w:color w:val="000000"/>
        </w:rPr>
        <w:t xml:space="preserve">Weitere Informationen unter </w:t>
      </w:r>
      <w:hyperlink r:id="rId7" w:history="1">
        <w:r w:rsidR="0069132E" w:rsidRPr="00D2500E">
          <w:rPr>
            <w:rStyle w:val="Hyperlink"/>
          </w:rPr>
          <w:t>www.wolf.eu</w:t>
        </w:r>
      </w:hyperlink>
      <w:r w:rsidR="0069132E" w:rsidRPr="00D2500E">
        <w:rPr>
          <w:color w:val="000000"/>
        </w:rPr>
        <w:t>.</w:t>
      </w:r>
    </w:p>
    <w:p w:rsidR="0069132E" w:rsidRPr="00D142CE" w:rsidRDefault="0069132E" w:rsidP="0069132E">
      <w:pPr>
        <w:jc w:val="both"/>
        <w:outlineLvl w:val="0"/>
        <w:rPr>
          <w:bCs w:val="0"/>
          <w:color w:val="000000"/>
          <w:sz w:val="20"/>
          <w:szCs w:val="20"/>
        </w:rPr>
      </w:pPr>
    </w:p>
    <w:p w:rsidR="00D2500E" w:rsidRDefault="00D2500E" w:rsidP="0069132E">
      <w:pPr>
        <w:jc w:val="both"/>
        <w:outlineLvl w:val="0"/>
        <w:rPr>
          <w:b/>
          <w:color w:val="000000"/>
          <w:sz w:val="20"/>
          <w:szCs w:val="20"/>
        </w:rPr>
      </w:pPr>
    </w:p>
    <w:p w:rsidR="0069132E" w:rsidRPr="00426D91" w:rsidRDefault="0069132E" w:rsidP="0069132E">
      <w:pPr>
        <w:jc w:val="both"/>
        <w:outlineLvl w:val="0"/>
        <w:rPr>
          <w:b/>
          <w:bCs w:val="0"/>
          <w:color w:val="000000"/>
          <w:sz w:val="20"/>
          <w:szCs w:val="20"/>
        </w:rPr>
      </w:pPr>
      <w:r w:rsidRPr="00426D91">
        <w:rPr>
          <w:b/>
          <w:color w:val="000000"/>
          <w:sz w:val="20"/>
          <w:szCs w:val="20"/>
        </w:rPr>
        <w:lastRenderedPageBreak/>
        <w:t>Pressekontakt:</w:t>
      </w:r>
    </w:p>
    <w:p w:rsidR="0069132E" w:rsidRPr="00426D91" w:rsidRDefault="0069132E" w:rsidP="0069132E">
      <w:pPr>
        <w:jc w:val="both"/>
        <w:outlineLvl w:val="0"/>
        <w:rPr>
          <w:bCs w:val="0"/>
          <w:color w:val="000000"/>
          <w:sz w:val="20"/>
          <w:szCs w:val="20"/>
        </w:rPr>
      </w:pPr>
      <w:r w:rsidRPr="00426D91">
        <w:rPr>
          <w:color w:val="000000"/>
          <w:sz w:val="20"/>
          <w:szCs w:val="20"/>
        </w:rPr>
        <w:t xml:space="preserve">WOLF GmbH </w:t>
      </w:r>
    </w:p>
    <w:p w:rsidR="0069132E" w:rsidRPr="00426D91" w:rsidRDefault="0069132E" w:rsidP="0069132E">
      <w:pPr>
        <w:jc w:val="both"/>
        <w:rPr>
          <w:bCs w:val="0"/>
          <w:color w:val="000000"/>
          <w:sz w:val="20"/>
          <w:szCs w:val="20"/>
        </w:rPr>
      </w:pPr>
      <w:r w:rsidRPr="00426D91">
        <w:rPr>
          <w:color w:val="000000"/>
          <w:sz w:val="20"/>
          <w:szCs w:val="20"/>
        </w:rPr>
        <w:t>Industriestr. 1 | D-84048 Mainburg</w:t>
      </w:r>
    </w:p>
    <w:p w:rsidR="0069132E" w:rsidRPr="00426D91" w:rsidRDefault="0069132E" w:rsidP="0069132E">
      <w:pPr>
        <w:jc w:val="both"/>
        <w:rPr>
          <w:bCs w:val="0"/>
          <w:color w:val="000000"/>
          <w:sz w:val="20"/>
          <w:szCs w:val="20"/>
        </w:rPr>
      </w:pPr>
      <w:r w:rsidRPr="00426D91">
        <w:rPr>
          <w:color w:val="000000"/>
          <w:sz w:val="20"/>
          <w:szCs w:val="20"/>
        </w:rPr>
        <w:t>Gudrun Krausche, Abteilung Marketing / PR</w:t>
      </w:r>
    </w:p>
    <w:p w:rsidR="0069132E" w:rsidRPr="00554F8F" w:rsidRDefault="0069132E" w:rsidP="0069132E">
      <w:pPr>
        <w:jc w:val="both"/>
        <w:rPr>
          <w:bCs w:val="0"/>
          <w:color w:val="000000"/>
          <w:sz w:val="20"/>
          <w:szCs w:val="20"/>
          <w:lang w:val="en-GB"/>
        </w:rPr>
      </w:pPr>
      <w:r w:rsidRPr="00554F8F">
        <w:rPr>
          <w:color w:val="000000"/>
          <w:sz w:val="20"/>
          <w:szCs w:val="20"/>
          <w:lang w:val="en-GB"/>
        </w:rPr>
        <w:t>Tel +49 8751 - 74 1575</w:t>
      </w:r>
    </w:p>
    <w:p w:rsidR="0069132E" w:rsidRPr="00426D91" w:rsidRDefault="0069132E" w:rsidP="0069132E">
      <w:pPr>
        <w:jc w:val="both"/>
        <w:rPr>
          <w:bCs w:val="0"/>
          <w:color w:val="000000"/>
          <w:sz w:val="20"/>
          <w:szCs w:val="20"/>
          <w:lang w:val="en-US"/>
        </w:rPr>
      </w:pPr>
      <w:r w:rsidRPr="00426D91">
        <w:rPr>
          <w:color w:val="000000"/>
          <w:sz w:val="20"/>
          <w:szCs w:val="20"/>
          <w:lang w:val="en-US"/>
        </w:rPr>
        <w:t>Fax +49 8751 - 74 1683</w:t>
      </w:r>
    </w:p>
    <w:p w:rsidR="007C0094" w:rsidRPr="00936279" w:rsidRDefault="0069132E">
      <w:pPr>
        <w:rPr>
          <w:lang w:val="en-US"/>
        </w:rPr>
      </w:pPr>
      <w:hyperlink r:id="rId8" w:history="1">
        <w:r w:rsidRPr="00D67BC8">
          <w:rPr>
            <w:rStyle w:val="Hyperlink"/>
            <w:sz w:val="20"/>
            <w:szCs w:val="20"/>
            <w:lang w:val="en-US"/>
          </w:rPr>
          <w:t>gudrun.krausche@wolf.eu</w:t>
        </w:r>
      </w:hyperlink>
    </w:p>
    <w:sectPr w:rsidR="007C0094" w:rsidRPr="00936279" w:rsidSect="004B24AB">
      <w:headerReference w:type="default" r:id="rId9"/>
      <w:footerReference w:type="even" r:id="rId10"/>
      <w:footerReference w:type="default" r:id="rId11"/>
      <w:pgSz w:w="11906" w:h="16838"/>
      <w:pgMar w:top="2617"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69A9" w:rsidRDefault="00DE69A9">
      <w:r>
        <w:separator/>
      </w:r>
    </w:p>
  </w:endnote>
  <w:endnote w:type="continuationSeparator" w:id="0">
    <w:p w:rsidR="00DE69A9" w:rsidRDefault="00DE6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auto"/>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auto"/>
    <w:pitch w:val="variable"/>
    <w:sig w:usb0="00000001"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5EC" w:rsidRDefault="00B925EC">
    <w:pPr>
      <w:pStyle w:val="Fuzeile"/>
      <w:framePr w:wrap="around" w:vAnchor="text" w:hAnchor="margin" w:xAlign="right" w:y="1"/>
      <w:rPr>
        <w:rStyle w:val="Seitenzahl"/>
      </w:rPr>
    </w:pPr>
    <w:r>
      <w:rPr>
        <w:rStyle w:val="Seitenzahl"/>
      </w:rPr>
      <w:fldChar w:fldCharType="begin"/>
    </w:r>
    <w:r w:rsidR="00A72AB5">
      <w:rPr>
        <w:rStyle w:val="Seitenzahl"/>
      </w:rPr>
      <w:instrText>PAGE</w:instrText>
    </w:r>
    <w:r>
      <w:rPr>
        <w:rStyle w:val="Seitenzahl"/>
      </w:rPr>
      <w:instrText xml:space="preserve">  </w:instrText>
    </w:r>
    <w:r>
      <w:rPr>
        <w:rStyle w:val="Seitenzahl"/>
      </w:rPr>
      <w:fldChar w:fldCharType="end"/>
    </w:r>
  </w:p>
  <w:p w:rsidR="00B925EC" w:rsidRDefault="00B925EC">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5EC" w:rsidRDefault="00B925EC">
    <w:pPr>
      <w:pStyle w:val="Fuzeile"/>
      <w:framePr w:wrap="around" w:vAnchor="text" w:hAnchor="margin" w:xAlign="right" w:y="1"/>
      <w:rPr>
        <w:rStyle w:val="Seitenzahl"/>
        <w:sz w:val="16"/>
      </w:rPr>
    </w:pPr>
    <w:r>
      <w:rPr>
        <w:rStyle w:val="Seitenzahl"/>
        <w:sz w:val="16"/>
      </w:rPr>
      <w:fldChar w:fldCharType="begin"/>
    </w:r>
    <w:r w:rsidR="00A72AB5">
      <w:rPr>
        <w:rStyle w:val="Seitenzahl"/>
        <w:sz w:val="16"/>
      </w:rPr>
      <w:instrText>PAGE</w:instrText>
    </w:r>
    <w:r>
      <w:rPr>
        <w:rStyle w:val="Seitenzahl"/>
        <w:sz w:val="16"/>
      </w:rPr>
      <w:instrText xml:space="preserve">  </w:instrText>
    </w:r>
    <w:r>
      <w:rPr>
        <w:rStyle w:val="Seitenzahl"/>
        <w:sz w:val="16"/>
      </w:rPr>
      <w:fldChar w:fldCharType="separate"/>
    </w:r>
    <w:r w:rsidR="00E52F65">
      <w:rPr>
        <w:rStyle w:val="Seitenzahl"/>
        <w:noProof/>
        <w:sz w:val="16"/>
      </w:rPr>
      <w:t>1</w:t>
    </w:r>
    <w:r>
      <w:rPr>
        <w:rStyle w:val="Seitenzahl"/>
        <w:sz w:val="16"/>
      </w:rPr>
      <w:fldChar w:fldCharType="end"/>
    </w:r>
  </w:p>
  <w:p w:rsidR="00B925EC" w:rsidRDefault="00B925EC">
    <w:pPr>
      <w:pStyle w:val="Fuzeile"/>
      <w:ind w:right="360"/>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69A9" w:rsidRDefault="00DE69A9">
      <w:r>
        <w:separator/>
      </w:r>
    </w:p>
  </w:footnote>
  <w:footnote w:type="continuationSeparator" w:id="0">
    <w:p w:rsidR="00DE69A9" w:rsidRDefault="00DE69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5EC" w:rsidRDefault="00B925EC" w:rsidP="0069132E">
    <w:pPr>
      <w:spacing w:line="240" w:lineRule="exact"/>
      <w:rPr>
        <w:rFonts w:cs="Times New Roman"/>
        <w:bCs w:val="0"/>
      </w:rPr>
    </w:pPr>
  </w:p>
  <w:p w:rsidR="00B925EC" w:rsidRPr="00B925EC" w:rsidRDefault="00B925EC" w:rsidP="00B925EC">
    <w:pPr>
      <w:spacing w:line="240" w:lineRule="exact"/>
      <w:ind w:left="-142"/>
      <w:rPr>
        <w:rFonts w:ascii="Arial Narrow" w:hAnsi="Arial Narrow"/>
        <w:color w:val="A6A6A6"/>
        <w:sz w:val="18"/>
        <w:szCs w:val="18"/>
      </w:rPr>
    </w:pPr>
  </w:p>
  <w:p w:rsidR="00B925EC" w:rsidRDefault="00E52F65">
    <w:pPr>
      <w:pStyle w:val="Kopfzeile"/>
      <w:tabs>
        <w:tab w:val="clear" w:pos="9072"/>
      </w:tabs>
      <w:ind w:right="-288"/>
    </w:pPr>
    <w:r>
      <w:rPr>
        <w:noProof/>
        <w:lang w:val="en-GB" w:eastAsia="en-GB"/>
      </w:rPr>
      <w:drawing>
        <wp:anchor distT="0" distB="0" distL="114300" distR="114300" simplePos="0" relativeHeight="251658752" behindDoc="1" locked="0" layoutInCell="1" allowOverlap="1">
          <wp:simplePos x="0" y="0"/>
          <wp:positionH relativeFrom="column">
            <wp:posOffset>4000500</wp:posOffset>
          </wp:positionH>
          <wp:positionV relativeFrom="paragraph">
            <wp:posOffset>31115</wp:posOffset>
          </wp:positionV>
          <wp:extent cx="1460500" cy="528955"/>
          <wp:effectExtent l="0" t="0" r="6350" b="4445"/>
          <wp:wrapNone/>
          <wp:docPr id="3"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925EC" w:rsidRDefault="00E52F65">
    <w:pPr>
      <w:pStyle w:val="Kopfzeile"/>
      <w:tabs>
        <w:tab w:val="clear" w:pos="9072"/>
      </w:tabs>
      <w:ind w:right="-288"/>
    </w:pPr>
    <w:r>
      <w:rPr>
        <w:noProof/>
        <w:sz w:val="20"/>
        <w:lang w:val="en-GB" w:eastAsia="en-GB"/>
      </w:rPr>
      <mc:AlternateContent>
        <mc:Choice Requires="wps">
          <w:drawing>
            <wp:anchor distT="0" distB="0" distL="114300" distR="114300" simplePos="0" relativeHeight="251656704" behindDoc="0" locked="0" layoutInCell="1" allowOverlap="1">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rsidR="00B925EC" w:rsidRDefault="00B925EC" w:rsidP="0077230F">
                    <w:pPr>
                      <w:rPr>
                        <w:color w:val="999999"/>
                        <w:sz w:val="16"/>
                        <w:szCs w:val="16"/>
                        <w:lang w:val="it-IT"/>
                      </w:rPr>
                    </w:pPr>
                  </w:p>
                </w:txbxContent>
              </v:textbox>
            </v:shape>
          </w:pict>
        </mc:Fallback>
      </mc:AlternateContent>
    </w:r>
    <w:r>
      <w:rPr>
        <w:noProof/>
        <w:sz w:val="20"/>
        <w:lang w:val="en-GB" w:eastAsia="en-GB"/>
      </w:rPr>
      <mc:AlternateContent>
        <mc:Choice Requires="wps">
          <w:drawing>
            <wp:anchor distT="0" distB="0" distL="114300" distR="114300" simplePos="0" relativeHeight="251657728" behindDoc="0" locked="0" layoutInCell="1" allowOverlap="1">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3069" w:rsidRPr="0069132E" w:rsidRDefault="00EF3069" w:rsidP="00EF3069">
                          <w:pPr>
                            <w:spacing w:line="240" w:lineRule="exact"/>
                            <w:rPr>
                              <w:rFonts w:ascii="Arial Narrow" w:hAnsi="Arial Narrow"/>
                              <w:b/>
                              <w:color w:val="A6A6A6"/>
                              <w:sz w:val="18"/>
                              <w:szCs w:val="18"/>
                              <w:lang w:val="en-US"/>
                            </w:rPr>
                          </w:pPr>
                          <w:r w:rsidRPr="0069132E">
                            <w:rPr>
                              <w:rFonts w:ascii="Arial Narrow" w:hAnsi="Arial Narrow"/>
                              <w:b/>
                              <w:color w:val="A6A6A6"/>
                              <w:sz w:val="18"/>
                              <w:szCs w:val="18"/>
                              <w:lang w:val="en-US"/>
                            </w:rPr>
                            <w:t>WOLF GMBH / GROUP</w:t>
                          </w:r>
                        </w:p>
                        <w:p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rsidR="00EF3069" w:rsidRPr="0069132E" w:rsidRDefault="00EF3069" w:rsidP="00EF3069">
                          <w:pPr>
                            <w:spacing w:line="240" w:lineRule="exact"/>
                            <w:rPr>
                              <w:rFonts w:ascii="Arial Narrow" w:hAnsi="Arial Narrow"/>
                              <w:color w:val="A6A6A6"/>
                              <w:sz w:val="18"/>
                              <w:szCs w:val="18"/>
                              <w:lang w:val="en-US"/>
                            </w:rPr>
                          </w:pPr>
                        </w:p>
                        <w:p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pressestelle@wolf.eu</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rsidR="00EF3069" w:rsidRPr="00B925EC" w:rsidRDefault="00EF3069" w:rsidP="002C3060">
                          <w:pPr>
                            <w:spacing w:line="240" w:lineRule="exact"/>
                            <w:ind w:left="-142" w:firstLine="142"/>
                            <w:rPr>
                              <w:rFonts w:ascii="Arial Narrow" w:hAnsi="Arial Narrow"/>
                              <w:color w:val="A6A6A6"/>
                              <w:sz w:val="18"/>
                              <w:szCs w:val="18"/>
                            </w:rPr>
                          </w:pPr>
                        </w:p>
                        <w:p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rsidR="00EF3069" w:rsidRPr="0069132E" w:rsidRDefault="00EF3069" w:rsidP="00EF3069">
                    <w:pPr>
                      <w:spacing w:line="240" w:lineRule="exact"/>
                      <w:rPr>
                        <w:rFonts w:ascii="Arial Narrow" w:hAnsi="Arial Narrow"/>
                        <w:b/>
                        <w:color w:val="A6A6A6"/>
                        <w:sz w:val="18"/>
                        <w:szCs w:val="18"/>
                        <w:lang w:val="en-US"/>
                      </w:rPr>
                    </w:pPr>
                    <w:r w:rsidRPr="0069132E">
                      <w:rPr>
                        <w:rFonts w:ascii="Arial Narrow" w:hAnsi="Arial Narrow"/>
                        <w:b/>
                        <w:color w:val="A6A6A6"/>
                        <w:sz w:val="18"/>
                        <w:szCs w:val="18"/>
                        <w:lang w:val="en-US"/>
                      </w:rPr>
                      <w:t>WOLF GMBH / GROUP</w:t>
                    </w:r>
                  </w:p>
                  <w:p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rsidR="00EF3069" w:rsidRPr="0069132E" w:rsidRDefault="00EF3069" w:rsidP="00EF3069">
                    <w:pPr>
                      <w:spacing w:line="240" w:lineRule="exact"/>
                      <w:rPr>
                        <w:rFonts w:ascii="Arial Narrow" w:hAnsi="Arial Narrow"/>
                        <w:color w:val="A6A6A6"/>
                        <w:sz w:val="18"/>
                        <w:szCs w:val="18"/>
                        <w:lang w:val="en-US"/>
                      </w:rPr>
                    </w:pPr>
                  </w:p>
                  <w:p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pressestelle@wolf.eu</w:t>
                    </w:r>
                  </w:p>
                  <w:p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rsidR="00EF3069" w:rsidRPr="00B925EC" w:rsidRDefault="00EF3069" w:rsidP="002C3060">
                    <w:pPr>
                      <w:spacing w:line="240" w:lineRule="exact"/>
                      <w:ind w:left="-142" w:firstLine="142"/>
                      <w:rPr>
                        <w:rFonts w:ascii="Arial Narrow" w:hAnsi="Arial Narrow"/>
                        <w:color w:val="A6A6A6"/>
                        <w:sz w:val="18"/>
                        <w:szCs w:val="18"/>
                      </w:rPr>
                    </w:pPr>
                  </w:p>
                  <w:p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912CE5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3"/>
  </w:num>
  <w:num w:numId="4">
    <w:abstractNumId w:val="1"/>
  </w:num>
  <w:num w:numId="5">
    <w:abstractNumId w:val="5"/>
  </w:num>
  <w:num w:numId="6">
    <w:abstractNumId w:val="15"/>
  </w:num>
  <w:num w:numId="7">
    <w:abstractNumId w:val="8"/>
  </w:num>
  <w:num w:numId="8">
    <w:abstractNumId w:val="11"/>
  </w:num>
  <w:num w:numId="9">
    <w:abstractNumId w:val="9"/>
  </w:num>
  <w:num w:numId="10">
    <w:abstractNumId w:val="17"/>
  </w:num>
  <w:num w:numId="11">
    <w:abstractNumId w:val="7"/>
  </w:num>
  <w:num w:numId="12">
    <w:abstractNumId w:val="16"/>
  </w:num>
  <w:num w:numId="13">
    <w:abstractNumId w:val="18"/>
  </w:num>
  <w:num w:numId="14">
    <w:abstractNumId w:val="14"/>
  </w:num>
  <w:num w:numId="15">
    <w:abstractNumId w:val="4"/>
  </w:num>
  <w:num w:numId="16">
    <w:abstractNumId w:val="12"/>
  </w:num>
  <w:num w:numId="17">
    <w:abstractNumId w:val="3"/>
  </w:num>
  <w:num w:numId="18">
    <w:abstractNumId w:val="6"/>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0"/>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F1"/>
    <w:rsid w:val="000212EB"/>
    <w:rsid w:val="00032688"/>
    <w:rsid w:val="00037A42"/>
    <w:rsid w:val="0004379E"/>
    <w:rsid w:val="0004542E"/>
    <w:rsid w:val="0005378F"/>
    <w:rsid w:val="00057E1C"/>
    <w:rsid w:val="000A5C3B"/>
    <w:rsid w:val="000B2E2C"/>
    <w:rsid w:val="000C153F"/>
    <w:rsid w:val="000C6B11"/>
    <w:rsid w:val="000E159C"/>
    <w:rsid w:val="000F5484"/>
    <w:rsid w:val="00116AB4"/>
    <w:rsid w:val="001343BF"/>
    <w:rsid w:val="00161FB3"/>
    <w:rsid w:val="00170F99"/>
    <w:rsid w:val="00171757"/>
    <w:rsid w:val="0017678C"/>
    <w:rsid w:val="00190FFE"/>
    <w:rsid w:val="001C35B6"/>
    <w:rsid w:val="001F725E"/>
    <w:rsid w:val="0021168B"/>
    <w:rsid w:val="00233E88"/>
    <w:rsid w:val="0025295E"/>
    <w:rsid w:val="00260CEE"/>
    <w:rsid w:val="00275DFB"/>
    <w:rsid w:val="00293FAD"/>
    <w:rsid w:val="00295B60"/>
    <w:rsid w:val="002A276B"/>
    <w:rsid w:val="002C3060"/>
    <w:rsid w:val="002E5EBF"/>
    <w:rsid w:val="002F24E7"/>
    <w:rsid w:val="00300C0B"/>
    <w:rsid w:val="0031353E"/>
    <w:rsid w:val="00323198"/>
    <w:rsid w:val="00323C55"/>
    <w:rsid w:val="00333131"/>
    <w:rsid w:val="00333A58"/>
    <w:rsid w:val="00342AC6"/>
    <w:rsid w:val="003451C8"/>
    <w:rsid w:val="00370223"/>
    <w:rsid w:val="003A1CCB"/>
    <w:rsid w:val="003A3262"/>
    <w:rsid w:val="003A7EE0"/>
    <w:rsid w:val="003B77B7"/>
    <w:rsid w:val="003C7273"/>
    <w:rsid w:val="003D609C"/>
    <w:rsid w:val="00403C00"/>
    <w:rsid w:val="004110D1"/>
    <w:rsid w:val="00442004"/>
    <w:rsid w:val="004529EB"/>
    <w:rsid w:val="00474680"/>
    <w:rsid w:val="0047798B"/>
    <w:rsid w:val="004924EA"/>
    <w:rsid w:val="004A1ABD"/>
    <w:rsid w:val="004B24AB"/>
    <w:rsid w:val="004C4A64"/>
    <w:rsid w:val="0051267E"/>
    <w:rsid w:val="0052007B"/>
    <w:rsid w:val="00543E23"/>
    <w:rsid w:val="00545117"/>
    <w:rsid w:val="005463A2"/>
    <w:rsid w:val="00550DB7"/>
    <w:rsid w:val="00550E93"/>
    <w:rsid w:val="00554F8F"/>
    <w:rsid w:val="00570F49"/>
    <w:rsid w:val="0057117D"/>
    <w:rsid w:val="00582851"/>
    <w:rsid w:val="0059216E"/>
    <w:rsid w:val="00595AA3"/>
    <w:rsid w:val="005A6717"/>
    <w:rsid w:val="005B14D1"/>
    <w:rsid w:val="005B40C8"/>
    <w:rsid w:val="005C335D"/>
    <w:rsid w:val="005F28F5"/>
    <w:rsid w:val="005F7151"/>
    <w:rsid w:val="006110E4"/>
    <w:rsid w:val="006509AE"/>
    <w:rsid w:val="00652FB8"/>
    <w:rsid w:val="00664C14"/>
    <w:rsid w:val="006778A5"/>
    <w:rsid w:val="0069132E"/>
    <w:rsid w:val="00694123"/>
    <w:rsid w:val="006B7C0D"/>
    <w:rsid w:val="006D184D"/>
    <w:rsid w:val="006D2767"/>
    <w:rsid w:val="006D6AB6"/>
    <w:rsid w:val="0070046D"/>
    <w:rsid w:val="007404BA"/>
    <w:rsid w:val="00747F3D"/>
    <w:rsid w:val="007601E1"/>
    <w:rsid w:val="007620DC"/>
    <w:rsid w:val="0077230F"/>
    <w:rsid w:val="0077478C"/>
    <w:rsid w:val="007771BF"/>
    <w:rsid w:val="00793BF1"/>
    <w:rsid w:val="007A5DC3"/>
    <w:rsid w:val="007A6148"/>
    <w:rsid w:val="007C0094"/>
    <w:rsid w:val="007C2310"/>
    <w:rsid w:val="008408A2"/>
    <w:rsid w:val="00841447"/>
    <w:rsid w:val="008442CA"/>
    <w:rsid w:val="00864BD6"/>
    <w:rsid w:val="0088436A"/>
    <w:rsid w:val="008A25CE"/>
    <w:rsid w:val="008D1895"/>
    <w:rsid w:val="008E50DC"/>
    <w:rsid w:val="008F3BC5"/>
    <w:rsid w:val="0090663D"/>
    <w:rsid w:val="00913C94"/>
    <w:rsid w:val="00913DC2"/>
    <w:rsid w:val="00926997"/>
    <w:rsid w:val="00936279"/>
    <w:rsid w:val="00981092"/>
    <w:rsid w:val="009874EF"/>
    <w:rsid w:val="00987AF1"/>
    <w:rsid w:val="009919EC"/>
    <w:rsid w:val="009C3939"/>
    <w:rsid w:val="009D0CDC"/>
    <w:rsid w:val="00A004BB"/>
    <w:rsid w:val="00A018E7"/>
    <w:rsid w:val="00A37AD6"/>
    <w:rsid w:val="00A416A6"/>
    <w:rsid w:val="00A67E80"/>
    <w:rsid w:val="00A72AB5"/>
    <w:rsid w:val="00A77E23"/>
    <w:rsid w:val="00AB2525"/>
    <w:rsid w:val="00AD50F5"/>
    <w:rsid w:val="00AD6286"/>
    <w:rsid w:val="00B060D2"/>
    <w:rsid w:val="00B117BE"/>
    <w:rsid w:val="00B125FD"/>
    <w:rsid w:val="00B13F14"/>
    <w:rsid w:val="00B222B0"/>
    <w:rsid w:val="00B54ACC"/>
    <w:rsid w:val="00B7507F"/>
    <w:rsid w:val="00B838AA"/>
    <w:rsid w:val="00B925EC"/>
    <w:rsid w:val="00BB4F63"/>
    <w:rsid w:val="00BE3628"/>
    <w:rsid w:val="00C040AB"/>
    <w:rsid w:val="00C1184D"/>
    <w:rsid w:val="00C15D3D"/>
    <w:rsid w:val="00C22CCD"/>
    <w:rsid w:val="00C31F48"/>
    <w:rsid w:val="00C52802"/>
    <w:rsid w:val="00C641A9"/>
    <w:rsid w:val="00CA56A9"/>
    <w:rsid w:val="00CB463B"/>
    <w:rsid w:val="00CB5FC7"/>
    <w:rsid w:val="00CC07F5"/>
    <w:rsid w:val="00CC69CF"/>
    <w:rsid w:val="00CD72DE"/>
    <w:rsid w:val="00D02724"/>
    <w:rsid w:val="00D10C89"/>
    <w:rsid w:val="00D116BD"/>
    <w:rsid w:val="00D11878"/>
    <w:rsid w:val="00D2500E"/>
    <w:rsid w:val="00D26339"/>
    <w:rsid w:val="00D51312"/>
    <w:rsid w:val="00D61EE1"/>
    <w:rsid w:val="00D65CDB"/>
    <w:rsid w:val="00D87E7A"/>
    <w:rsid w:val="00DA2524"/>
    <w:rsid w:val="00DC0984"/>
    <w:rsid w:val="00DD05D3"/>
    <w:rsid w:val="00DE3F03"/>
    <w:rsid w:val="00DE69A9"/>
    <w:rsid w:val="00E124D7"/>
    <w:rsid w:val="00E15511"/>
    <w:rsid w:val="00E30CAE"/>
    <w:rsid w:val="00E35D89"/>
    <w:rsid w:val="00E37F70"/>
    <w:rsid w:val="00E52F65"/>
    <w:rsid w:val="00E70008"/>
    <w:rsid w:val="00E83890"/>
    <w:rsid w:val="00EA4D09"/>
    <w:rsid w:val="00EB70E7"/>
    <w:rsid w:val="00ED7CA9"/>
    <w:rsid w:val="00EF3069"/>
    <w:rsid w:val="00F02B2B"/>
    <w:rsid w:val="00F6048E"/>
    <w:rsid w:val="00F777B5"/>
    <w:rsid w:val="00FA6283"/>
    <w:rsid w:val="00FC1703"/>
    <w:rsid w:val="00FD3143"/>
    <w:rsid w:val="00FD48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E20791DF-5E2C-40FE-919C-3491DAA5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bCs/>
      <w:sz w:val="24"/>
      <w:szCs w:val="24"/>
      <w:lang w:val="de-DE" w:eastAsia="de-DE"/>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lang w:val="de-DE" w:eastAsia="de-DE"/>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styleId="MittlereListe2-Akzent2">
    <w:name w:val="Medium List 2 Accent 2"/>
    <w:hidden/>
    <w:uiPriority w:val="99"/>
    <w:semiHidden/>
    <w:rsid w:val="000E159C"/>
    <w:rPr>
      <w:rFonts w:ascii="Arial" w:hAnsi="Arial" w:cs="Arial"/>
      <w:bCs/>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2005622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gudrun.krausche@wolf.e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wolf.e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F:\Eigene%20Dateien\Organisation\Basisformblatt\Basisformblat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Basisformblatt.dot</Template>
  <TotalTime>0</TotalTime>
  <Pages>2</Pages>
  <Words>315</Words>
  <Characters>1799</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2110</CharactersWithSpaces>
  <SharedDoc>false</SharedDoc>
  <HLinks>
    <vt:vector size="12" baseType="variant">
      <vt:variant>
        <vt:i4>8060958</vt:i4>
      </vt:variant>
      <vt:variant>
        <vt:i4>3</vt:i4>
      </vt:variant>
      <vt:variant>
        <vt:i4>0</vt:i4>
      </vt:variant>
      <vt:variant>
        <vt:i4>5</vt:i4>
      </vt:variant>
      <vt:variant>
        <vt:lpwstr>mailto:gudrun.krausche@wolf.eu</vt:lpwstr>
      </vt:variant>
      <vt:variant>
        <vt:lpwstr/>
      </vt:variant>
      <vt:variant>
        <vt:i4>7012412</vt:i4>
      </vt:variant>
      <vt:variant>
        <vt:i4>0</vt:i4>
      </vt:variant>
      <vt:variant>
        <vt:i4>0</vt:i4>
      </vt:variant>
      <vt:variant>
        <vt:i4>5</vt:i4>
      </vt:variant>
      <vt:variant>
        <vt:lpwstr>http://www.wolf.eu/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Waldmannstetter Melanie</cp:lastModifiedBy>
  <cp:revision>2</cp:revision>
  <cp:lastPrinted>2018-07-04T11:32:00Z</cp:lastPrinted>
  <dcterms:created xsi:type="dcterms:W3CDTF">2018-08-07T08:28:00Z</dcterms:created>
  <dcterms:modified xsi:type="dcterms:W3CDTF">2018-08-07T08:28:00Z</dcterms:modified>
</cp:coreProperties>
</file>